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2E43" w:rsidRPr="00E3660B" w:rsidRDefault="00522E43" w:rsidP="00C04AE4">
      <w:pPr>
        <w:pStyle w:val="BodyText"/>
        <w:ind w:right="413"/>
        <w:jc w:val="right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E3660B">
        <w:rPr>
          <w:rFonts w:ascii="Calibri" w:hAnsi="Calibri" w:cs="Calibri"/>
          <w:sz w:val="22"/>
          <w:szCs w:val="22"/>
        </w:rPr>
        <w:t>Anexa</w:t>
      </w:r>
      <w:r w:rsidR="00EC3F30">
        <w:rPr>
          <w:rFonts w:ascii="Calibri" w:hAnsi="Calibri" w:cs="Calibri"/>
          <w:sz w:val="22"/>
          <w:szCs w:val="22"/>
        </w:rPr>
        <w:t xml:space="preserve"> </w:t>
      </w:r>
      <w:r w:rsidR="00A40C9A">
        <w:rPr>
          <w:rFonts w:ascii="Calibri" w:hAnsi="Calibri" w:cs="Calibri"/>
          <w:sz w:val="22"/>
          <w:szCs w:val="22"/>
        </w:rPr>
        <w:t>8</w:t>
      </w: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C04AE4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GRILA</w:t>
      </w:r>
      <w:r w:rsidRPr="00E3660B">
        <w:rPr>
          <w:rFonts w:ascii="Calibri" w:hAnsi="Calibri" w:cs="Calibri"/>
          <w:spacing w:val="55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DE</w:t>
      </w:r>
      <w:r w:rsidRPr="00E3660B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ANALIZĂ</w:t>
      </w:r>
      <w:r w:rsidRPr="00E3660B">
        <w:rPr>
          <w:rFonts w:ascii="Calibri" w:hAnsi="Calibri" w:cs="Calibri"/>
          <w:spacing w:val="56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A</w:t>
      </w:r>
      <w:r w:rsidRPr="00E3660B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CONFORMITATII </w:t>
      </w:r>
      <w:r w:rsidRPr="00E3660B">
        <w:rPr>
          <w:rFonts w:ascii="Calibri" w:hAnsi="Calibri" w:cs="Calibri"/>
          <w:spacing w:val="-57"/>
          <w:sz w:val="22"/>
          <w:szCs w:val="22"/>
        </w:rPr>
        <w:t xml:space="preserve">             </w:t>
      </w:r>
      <w:r w:rsidRPr="00E3660B">
        <w:rPr>
          <w:rFonts w:ascii="Calibri" w:hAnsi="Calibri" w:cs="Calibri"/>
          <w:sz w:val="22"/>
          <w:szCs w:val="22"/>
        </w:rPr>
        <w:t>PROIECTULUI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 xml:space="preserve">TEHNIC </w:t>
      </w:r>
    </w:p>
    <w:p w:rsidR="00522E43" w:rsidRPr="00E3660B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 w:val="22"/>
          <w:szCs w:val="22"/>
        </w:rPr>
      </w:pPr>
      <w:r w:rsidRPr="00E3660B">
        <w:rPr>
          <w:rFonts w:ascii="Calibri" w:hAnsi="Calibri" w:cs="Calibri"/>
          <w:sz w:val="22"/>
          <w:szCs w:val="22"/>
        </w:rPr>
        <w:t>(PT</w:t>
      </w:r>
      <w:r w:rsidRPr="00E3660B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–</w:t>
      </w:r>
      <w:r w:rsidRPr="00E3660B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E3660B">
        <w:rPr>
          <w:rFonts w:ascii="Calibri" w:hAnsi="Calibri" w:cs="Calibri"/>
          <w:sz w:val="22"/>
          <w:szCs w:val="22"/>
        </w:rPr>
        <w:t>HG 907/2016)</w:t>
      </w: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E3660B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Programul Regiunea Centru 2021-2027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21575D">
              <w:rPr>
                <w:rFonts w:ascii="Calibri" w:hAnsi="Calibri" w:cs="Calibri"/>
              </w:rPr>
              <w:t>Prioritatea</w:t>
            </w:r>
            <w:r w:rsidRPr="0021575D">
              <w:rPr>
                <w:rFonts w:ascii="Calibri" w:hAnsi="Calibri" w:cs="Calibri"/>
                <w:spacing w:val="-6"/>
              </w:rPr>
              <w:t xml:space="preserve"> </w:t>
            </w:r>
            <w:r w:rsidRPr="0021575D">
              <w:rPr>
                <w:rFonts w:ascii="Calibri" w:hAnsi="Calibri" w:cs="Calibri"/>
              </w:rPr>
              <w:t>de</w:t>
            </w:r>
            <w:r w:rsidRPr="0021575D">
              <w:rPr>
                <w:rFonts w:ascii="Calibri" w:hAnsi="Calibri" w:cs="Calibri"/>
                <w:spacing w:val="-7"/>
              </w:rPr>
              <w:t xml:space="preserve"> </w:t>
            </w:r>
            <w:r w:rsidRPr="0021575D">
              <w:rPr>
                <w:rFonts w:ascii="Calibri" w:hAnsi="Calibri" w:cs="Calibri"/>
              </w:rPr>
              <w:t>investitii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  <w:i/>
              </w:rPr>
            </w:pPr>
            <w:r w:rsidRPr="0021575D">
              <w:rPr>
                <w:rFonts w:ascii="Calibri" w:hAnsi="Calibri" w:cs="Calibri"/>
              </w:rPr>
              <w:t>Ac</w:t>
            </w:r>
            <w:r w:rsidR="007B3E15">
              <w:rPr>
                <w:rFonts w:ascii="Calibri" w:hAnsi="Calibri" w:cs="Calibri"/>
              </w:rPr>
              <w:t>ț</w:t>
            </w:r>
            <w:r w:rsidRPr="0021575D">
              <w:rPr>
                <w:rFonts w:ascii="Calibri" w:hAnsi="Calibri" w:cs="Calibri"/>
              </w:rPr>
              <w:t>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7.1. Dezvoltarea durabilă a comunită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 w:rsidR="007B3E15"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95201A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95201A" w:rsidP="0095201A">
            <w:pPr>
              <w:pStyle w:val="TableParagraph"/>
              <w:ind w:left="107"/>
              <w:rPr>
                <w:rFonts w:ascii="Calibri" w:hAnsi="Calibri" w:cs="Calibri"/>
              </w:rPr>
            </w:pPr>
            <w:r w:rsidRPr="00F77FD3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>ia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201A" w:rsidRPr="0021575D" w:rsidRDefault="007B3E15" w:rsidP="0095201A">
            <w:pPr>
              <w:pStyle w:val="TableParagraph"/>
              <w:rPr>
                <w:rFonts w:ascii="Calibri" w:hAnsi="Calibri" w:cs="Calibri"/>
              </w:rPr>
            </w:pPr>
            <w:r w:rsidRPr="007B3E15">
              <w:rPr>
                <w:rFonts w:ascii="Calibri" w:hAnsi="Calibri" w:cs="Calibri"/>
              </w:rPr>
              <w:t>7.1.2  – Interven</w:t>
            </w:r>
            <w:r>
              <w:rPr>
                <w:rFonts w:ascii="Calibri" w:hAnsi="Calibri" w:cs="Calibri"/>
              </w:rPr>
              <w:t>ț</w:t>
            </w:r>
            <w:r w:rsidRPr="007B3E15">
              <w:rPr>
                <w:rFonts w:ascii="Calibri" w:hAnsi="Calibri" w:cs="Calibri"/>
              </w:rPr>
              <w:t xml:space="preserve">ii destinate protejării </w:t>
            </w:r>
            <w:r>
              <w:rPr>
                <w:rFonts w:ascii="Calibri" w:hAnsi="Calibri" w:cs="Calibri"/>
              </w:rPr>
              <w:t>ș</w:t>
            </w:r>
            <w:r w:rsidRPr="007B3E15">
              <w:rPr>
                <w:rFonts w:ascii="Calibri" w:hAnsi="Calibri" w:cs="Calibri"/>
              </w:rPr>
              <w:t xml:space="preserve">i valorificării în scop turistic a patrimoniului natural </w:t>
            </w:r>
            <w:r>
              <w:rPr>
                <w:rFonts w:ascii="Calibri" w:hAnsi="Calibri" w:cs="Calibri"/>
              </w:rPr>
              <w:t>ș</w:t>
            </w:r>
            <w:r w:rsidRPr="007B3E15">
              <w:rPr>
                <w:rFonts w:ascii="Calibri" w:hAnsi="Calibri" w:cs="Calibri"/>
              </w:rPr>
              <w:t>i a resurselor balneare</w:t>
            </w: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Titlul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apel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Cod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SMIS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10338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194"/>
        <w:gridCol w:w="43"/>
        <w:gridCol w:w="99"/>
        <w:gridCol w:w="283"/>
        <w:gridCol w:w="43"/>
        <w:gridCol w:w="99"/>
        <w:gridCol w:w="309"/>
        <w:gridCol w:w="43"/>
        <w:gridCol w:w="99"/>
        <w:gridCol w:w="305"/>
        <w:gridCol w:w="43"/>
        <w:gridCol w:w="99"/>
        <w:gridCol w:w="1795"/>
        <w:gridCol w:w="43"/>
        <w:gridCol w:w="99"/>
      </w:tblGrid>
      <w:tr w:rsidR="00522E43" w:rsidRPr="00E3660B" w:rsidTr="00C04AE4">
        <w:trPr>
          <w:gridAfter w:val="2"/>
          <w:wAfter w:w="142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Nr.</w:t>
            </w:r>
            <w:r w:rsidRPr="00E3660B">
              <w:rPr>
                <w:rFonts w:ascii="Calibri" w:hAnsi="Calibri" w:cs="Calibri"/>
                <w:b/>
                <w:spacing w:val="-4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crt.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Observa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</w:p>
        </w:tc>
      </w:tr>
      <w:tr w:rsidR="00522E43" w:rsidRPr="00E3660B" w:rsidTr="00C04AE4">
        <w:trPr>
          <w:gridAfter w:val="2"/>
          <w:wAfter w:w="142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w w:val="99"/>
              </w:rPr>
              <w:t xml:space="preserve">       </w:t>
            </w:r>
            <w:r w:rsidR="00522E43" w:rsidRPr="00E3660B">
              <w:rPr>
                <w:rFonts w:ascii="Calibri" w:hAnsi="Calibri" w:cs="Calibri"/>
                <w:b/>
                <w:w w:val="99"/>
              </w:rPr>
              <w:t>I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  <w:b/>
              </w:rPr>
              <w:t>CRITERII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  <w:b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PRIVIND</w:t>
            </w:r>
            <w:r w:rsidRPr="00E3660B">
              <w:rPr>
                <w:rFonts w:ascii="Calibri" w:hAnsi="Calibri" w:cs="Calibri"/>
                <w:b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CON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INUTUL</w:t>
            </w:r>
            <w:r w:rsidRPr="00E3660B">
              <w:rPr>
                <w:rFonts w:ascii="Calibri" w:hAnsi="Calibri" w:cs="Calibri"/>
                <w:b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se respectă structura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Proiectului tehnic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 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legisla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– etapa a III-a din cadrul anexei 11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privind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etapele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elaborare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inutul-cadru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al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documenta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tehnico-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economice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aferente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obiectivelor/proiectelor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investi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finan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ate din fonduri publice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 scrisă prezintă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generale privind obiectivul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conform preciz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rilor din cadrul anexei 10 la HG 907/2016: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Denumirea obiectivului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Amplasamentul?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Actul administrativ prin care a fost aprobat(ă), în condi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legii, studiul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Ordonatorul principal de credite?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Investitorul?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Beneficiarul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iei?</w:t>
            </w:r>
          </w:p>
          <w:p w:rsidR="00522E43" w:rsidRPr="00E3660B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Elaboratorul proiectului tehnic de 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522E43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prezentate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privind prezentarea scenariului/op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 aprobat(e) în cadrul studiului de fezabilitate/documenta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de avizare a lucrărilor de 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(parte din memoriul tehnic general), conform </w:t>
            </w:r>
            <w:r w:rsidR="007B3E15" w:rsidRPr="00E3660B">
              <w:rPr>
                <w:rFonts w:ascii="Calibri" w:hAnsi="Calibri" w:cs="Calibri"/>
              </w:rPr>
              <w:t>conținutul</w:t>
            </w:r>
            <w:r w:rsidR="007B3E15">
              <w:rPr>
                <w:rFonts w:ascii="Calibri" w:hAnsi="Calibri" w:cs="Calibri"/>
              </w:rPr>
              <w:t>ui</w:t>
            </w:r>
            <w:r w:rsidRPr="00E3660B">
              <w:rPr>
                <w:rFonts w:ascii="Calibri" w:hAnsi="Calibri" w:cs="Calibri"/>
              </w:rPr>
              <w:t xml:space="preserve">-cadru al PT reglementat prin HG 907/2016, care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</w:rPr>
              <w:t>:</w:t>
            </w:r>
          </w:p>
          <w:p w:rsidR="00273596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Particularitățile</w:t>
            </w:r>
            <w:r w:rsidRPr="00E3660B">
              <w:rPr>
                <w:rFonts w:ascii="Calibri" w:hAnsi="Calibri" w:cs="Calibri"/>
              </w:rPr>
              <w:t xml:space="preserve"> amplasamentului ?</w:t>
            </w:r>
          </w:p>
          <w:p w:rsidR="00522E43" w:rsidRPr="00E3660B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</w:rPr>
              <w:tab/>
            </w:r>
            <w:r w:rsidR="007B3E15" w:rsidRPr="00E3660B">
              <w:rPr>
                <w:rFonts w:ascii="Calibri" w:hAnsi="Calibri" w:cs="Calibri"/>
              </w:rPr>
              <w:t>Soluția</w:t>
            </w:r>
            <w:r w:rsidRPr="00E3660B">
              <w:rPr>
                <w:rFonts w:ascii="Calibri" w:hAnsi="Calibri" w:cs="Calibri"/>
              </w:rPr>
              <w:t xml:space="preserve"> tehnica, inclusiv organizarea de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E43" w:rsidRPr="00E3660B" w:rsidRDefault="00522E4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273596" w:rsidRPr="00E3660B" w:rsidTr="00C04AE4">
        <w:trPr>
          <w:gridAfter w:val="2"/>
          <w:wAfter w:w="142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Memoriul de arhitectura </w:t>
            </w:r>
            <w:r w:rsidRPr="00E3660B">
              <w:rPr>
                <w:rFonts w:ascii="Calibri" w:hAnsi="Calibri" w:cs="Calibri"/>
              </w:rPr>
              <w:t>care con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ine descrierea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arhitectură,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596" w:rsidRPr="00E3660B" w:rsidRDefault="00273596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domeniilor/subdomeniilor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lastRenderedPageBreak/>
              <w:t>construc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(structura,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drumuri,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="007B3E15">
              <w:rPr>
                <w:rFonts w:ascii="Calibri" w:hAnsi="Calibri" w:cs="Calibri"/>
              </w:rPr>
              <w:t xml:space="preserve"> amenajări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exterioare, </w:t>
            </w:r>
            <w:r w:rsidR="007B3E15" w:rsidRPr="00E3660B">
              <w:rPr>
                <w:rFonts w:ascii="Calibri" w:hAnsi="Calibri" w:cs="Calibri"/>
              </w:rPr>
              <w:t>amenajări</w:t>
            </w:r>
            <w:r w:rsidRPr="00E3660B">
              <w:rPr>
                <w:rFonts w:ascii="Calibri" w:hAnsi="Calibri" w:cs="Calibri"/>
              </w:rPr>
              <w:t xml:space="preserve"> hidrotehnice, etc –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caz) cu precizarea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amplasamentului,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structural,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 cu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privire 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exigentele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esențiale</w:t>
            </w:r>
            <w:r w:rsidRPr="00E3660B">
              <w:rPr>
                <w:rFonts w:ascii="Calibri" w:hAnsi="Calibri" w:cs="Calibri"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Memorii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corespondente</w:t>
            </w:r>
            <w:r w:rsidRPr="00E3660B">
              <w:rPr>
                <w:rFonts w:ascii="Calibri" w:hAnsi="Calibri" w:cs="Calibri"/>
                <w:b/>
                <w:spacing w:val="6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specialită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ilor</w:t>
            </w:r>
            <w:r w:rsidRPr="00E3660B">
              <w:rPr>
                <w:rFonts w:ascii="Calibri" w:hAnsi="Calibri" w:cs="Calibri"/>
                <w:b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instala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</w:p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precizarea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dotării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specifice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Breviarele de calcul </w:t>
            </w:r>
            <w:r w:rsidRPr="00E3660B">
              <w:rPr>
                <w:rFonts w:ascii="Calibri" w:hAnsi="Calibri" w:cs="Calibri"/>
              </w:rPr>
              <w:t>pentru dimensionarea elementelor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elaborate pentru fiecare element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 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precizează</w:t>
            </w:r>
            <w:r w:rsidRPr="00E3660B">
              <w:rPr>
                <w:rFonts w:ascii="Calibri" w:hAnsi="Calibri" w:cs="Calibri"/>
              </w:rPr>
              <w:t>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încărcările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36"/>
              </w:rPr>
              <w:t xml:space="preserve"> </w:t>
            </w:r>
            <w:r w:rsidRPr="00E3660B">
              <w:rPr>
                <w:rFonts w:ascii="Calibri" w:hAnsi="Calibri" w:cs="Calibri"/>
              </w:rPr>
              <w:t>ipotezele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combina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37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35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calcul,</w:t>
            </w:r>
          </w:p>
          <w:p w:rsidR="009F75B4" w:rsidRPr="00E3660B" w:rsidRDefault="009F75B4" w:rsidP="001B674D">
            <w:pPr>
              <w:pStyle w:val="TableParagraph"/>
              <w:ind w:left="81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metodologia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verificările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dimensionările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programele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calcul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utilizate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Sunt întocmite </w:t>
            </w:r>
            <w:r w:rsidRPr="00E3660B">
              <w:rPr>
                <w:rFonts w:ascii="Calibri" w:hAnsi="Calibri" w:cs="Calibri"/>
                <w:b/>
              </w:rPr>
              <w:t xml:space="preserve">caietele de sarcini </w:t>
            </w:r>
            <w:r w:rsidRPr="00E3660B">
              <w:rPr>
                <w:rFonts w:ascii="Calibri" w:hAnsi="Calibri" w:cs="Calibri"/>
              </w:rPr>
              <w:t>pentru fiecare specialitate, 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capitolul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Caiete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sarcini,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secțiunea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</w:t>
            </w:r>
            <w:r w:rsidRPr="00E3660B">
              <w:rPr>
                <w:rFonts w:ascii="Calibri" w:hAnsi="Calibri" w:cs="Calibri"/>
                <w:i/>
              </w:rPr>
              <w:t>Pă</w:t>
            </w:r>
            <w:r w:rsidR="007B3E15">
              <w:rPr>
                <w:rFonts w:ascii="Calibri" w:hAnsi="Calibri" w:cs="Calibri"/>
                <w:i/>
              </w:rPr>
              <w:t>rți</w:t>
            </w:r>
            <w:r w:rsidRPr="00E3660B">
              <w:rPr>
                <w:rFonts w:ascii="Calibri" w:hAnsi="Calibri" w:cs="Calibri"/>
                <w:i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scrise,</w:t>
            </w:r>
            <w:r w:rsidRPr="00E3660B">
              <w:rPr>
                <w:rFonts w:ascii="Calibri" w:hAnsi="Calibri" w:cs="Calibri"/>
                <w:i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anexei 10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Caietele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sarcini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descriu,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restrictive,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materialele, utilajele, echipamentele tehnologice, etc   prevăzute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fiecărui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centralizatorul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obiectiv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(Formularul F1)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20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centralizatoarele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cheltuielilor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26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categorii</w:t>
            </w:r>
            <w:r w:rsidRPr="00E3660B">
              <w:rPr>
                <w:rFonts w:ascii="Calibri" w:hAnsi="Calibri" w:cs="Calibri"/>
                <w:b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lucrări,</w:t>
            </w:r>
            <w:r w:rsidRPr="00E3660B">
              <w:rPr>
                <w:rFonts w:ascii="Calibri" w:hAnsi="Calibri" w:cs="Calibri"/>
                <w:b/>
                <w:spacing w:val="2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</w:t>
            </w:r>
            <w:r w:rsidRPr="00E3660B">
              <w:rPr>
                <w:rFonts w:ascii="Calibri" w:hAnsi="Calibri" w:cs="Calibri"/>
                <w:b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obiecte</w:t>
            </w:r>
            <w:r w:rsidRPr="00E3660B">
              <w:rPr>
                <w:rFonts w:ascii="Calibri" w:hAnsi="Calibri" w:cs="Calibri"/>
                <w:b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F2),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  <w:spacing w:val="19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2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</w:t>
            </w:r>
            <w:r w:rsidRPr="00E3660B">
              <w:rPr>
                <w:rFonts w:ascii="Calibri" w:hAnsi="Calibri" w:cs="Calibri"/>
                <w:spacing w:val="18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</w:p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10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</w:t>
            </w:r>
            <w:r w:rsidRPr="00E3660B">
              <w:rPr>
                <w:rFonts w:ascii="Calibri" w:hAnsi="Calibri" w:cs="Calibri"/>
                <w:spacing w:val="54"/>
              </w:rPr>
              <w:t xml:space="preserve"> </w:t>
            </w:r>
            <w:r w:rsidRPr="00E3660B">
              <w:rPr>
                <w:rFonts w:ascii="Calibri" w:hAnsi="Calibri" w:cs="Calibri"/>
              </w:rPr>
              <w:t>unitare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listele cu 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 de lucrări, pe categorii de 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(Formularele F3)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 anexa 10 la HG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i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 xml:space="preserve">tehnologice, inclusiv dotări </w:t>
            </w:r>
            <w:r w:rsidRPr="00E3660B">
              <w:rPr>
                <w:rFonts w:ascii="Calibri" w:hAnsi="Calibri" w:cs="Calibri"/>
              </w:rPr>
              <w:t xml:space="preserve">(Formularele F4)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10 la HG 907/2016, in care se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 xml:space="preserve">fisele tehnice </w:t>
            </w:r>
            <w:r w:rsidRPr="00E3660B">
              <w:rPr>
                <w:rFonts w:ascii="Calibri" w:hAnsi="Calibri" w:cs="Calibri"/>
              </w:rPr>
              <w:t xml:space="preserve">ale utilajelor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echipamentelor 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inclusiv dotări (Formularele F5) 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conform modelului 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anexa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10 la HG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907/2016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listele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cu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cantită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ile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lucrări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pentru</w:t>
            </w:r>
            <w:r w:rsidRPr="00E3660B">
              <w:rPr>
                <w:rFonts w:ascii="Calibri" w:hAnsi="Calibri" w:cs="Calibri"/>
                <w:b/>
                <w:spacing w:val="6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construcții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provizorii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OS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(organizare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antier</w:t>
            </w:r>
            <w:r w:rsidRPr="00E3660B">
              <w:rPr>
                <w:rFonts w:ascii="Calibri" w:hAnsi="Calibri" w:cs="Calibri"/>
              </w:rPr>
              <w:t>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î</w:t>
            </w:r>
            <w:r w:rsidRPr="00E3660B">
              <w:rPr>
                <w:rFonts w:ascii="Calibri" w:hAnsi="Calibri" w:cs="Calibri"/>
              </w:rPr>
              <w:t>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menționează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preturile unitare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si valorile?</w:t>
            </w:r>
          </w:p>
          <w:p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  <w:i/>
              </w:rPr>
              <w:t xml:space="preserve">(Se pot </w:t>
            </w:r>
            <w:r w:rsidR="007B3E15" w:rsidRPr="00E3660B">
              <w:rPr>
                <w:rFonts w:ascii="Calibri" w:hAnsi="Calibri" w:cs="Calibri"/>
                <w:i/>
              </w:rPr>
              <w:t>întocmi</w:t>
            </w:r>
            <w:r w:rsidRPr="00E3660B">
              <w:rPr>
                <w:rFonts w:ascii="Calibri" w:hAnsi="Calibri" w:cs="Calibri"/>
                <w:i/>
              </w:rPr>
              <w:t xml:space="preserve"> folosind modelul de formular F3 din anexa</w:t>
            </w:r>
            <w:r w:rsidRPr="00E3660B">
              <w:rPr>
                <w:rFonts w:ascii="Calibri" w:hAnsi="Calibri" w:cs="Calibri"/>
                <w:i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10 la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HG</w:t>
            </w:r>
            <w:r w:rsidRPr="00E3660B">
              <w:rPr>
                <w:rFonts w:ascii="Calibri" w:hAnsi="Calibri" w:cs="Calibri"/>
                <w:i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 xml:space="preserve">Devizul general </w:t>
            </w:r>
            <w:r w:rsidRPr="00E3660B">
              <w:rPr>
                <w:rFonts w:ascii="Calibri" w:hAnsi="Calibri" w:cs="Calibri"/>
              </w:rPr>
              <w:t xml:space="preserve">al obiectivului de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 xml:space="preserve"> este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</w:rPr>
              <w:t xml:space="preserve"> 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modelului din anexa 7 la HG 907/2016 si este actualizat astfel </w:t>
            </w:r>
            <w:r w:rsidR="007B3E15" w:rsidRPr="00E3660B">
              <w:rPr>
                <w:rFonts w:ascii="Calibri" w:hAnsi="Calibri" w:cs="Calibri"/>
              </w:rPr>
              <w:t>încât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valorile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formularele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F1</w:t>
            </w:r>
            <w:r w:rsidRPr="00E3660B">
              <w:rPr>
                <w:rFonts w:ascii="Calibri" w:hAnsi="Calibri" w:cs="Calibri"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</w:rPr>
              <w:t>–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F4?</w:t>
            </w:r>
          </w:p>
          <w:p w:rsidR="009F75B4" w:rsidRPr="00E3660B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Devizul general actualizat este </w:t>
            </w:r>
            <w:r w:rsidR="007B3E15" w:rsidRPr="00E3660B">
              <w:rPr>
                <w:rFonts w:ascii="Calibri" w:hAnsi="Calibri" w:cs="Calibri"/>
              </w:rPr>
              <w:t>însoțit</w:t>
            </w:r>
            <w:r w:rsidRPr="00E3660B">
              <w:rPr>
                <w:rFonts w:ascii="Calibri" w:hAnsi="Calibri" w:cs="Calibri"/>
              </w:rPr>
              <w:t xml:space="preserve"> de documentul legal de aprobare conform cu </w:t>
            </w:r>
            <w:r w:rsidR="007B3E15" w:rsidRPr="00E3660B">
              <w:rPr>
                <w:rFonts w:ascii="Calibri" w:hAnsi="Calibri" w:cs="Calibri"/>
              </w:rPr>
              <w:t>cerințele</w:t>
            </w:r>
            <w:r w:rsidRPr="00E3660B">
              <w:rPr>
                <w:rFonts w:ascii="Calibri" w:hAnsi="Calibri" w:cs="Calibri"/>
              </w:rPr>
              <w:t xml:space="preserve"> alin (4) din art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Graficul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realizare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a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investi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>iei,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întocmit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modelului din anexa 10 – formularul F6 -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la HG 907/2016, 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Este precizata in proiect </w:t>
            </w:r>
            <w:r w:rsidRPr="00E3660B">
              <w:rPr>
                <w:rFonts w:ascii="Calibri" w:hAnsi="Calibri" w:cs="Calibri"/>
                <w:b/>
              </w:rPr>
              <w:t xml:space="preserve">categoria de importanta a </w:t>
            </w:r>
            <w:r w:rsidR="007B3E15" w:rsidRPr="00E3660B">
              <w:rPr>
                <w:rFonts w:ascii="Calibri" w:hAnsi="Calibri" w:cs="Calibri"/>
                <w:b/>
              </w:rPr>
              <w:t>construcției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art.23 a)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Legea 10/1995?</w:t>
            </w:r>
          </w:p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precizate in proiect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ele pe care </w:t>
            </w:r>
            <w:r w:rsidR="007B3E15" w:rsidRPr="00E3660B">
              <w:rPr>
                <w:rFonts w:ascii="Calibri" w:hAnsi="Calibri" w:cs="Calibri"/>
              </w:rPr>
              <w:t>documentația</w:t>
            </w:r>
            <w:r w:rsidRPr="00E3660B">
              <w:rPr>
                <w:rFonts w:ascii="Calibri" w:hAnsi="Calibri" w:cs="Calibri"/>
              </w:rPr>
              <w:t xml:space="preserve"> trebuie sa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îndeplinească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art</w:t>
            </w:r>
            <w:r w:rsidR="007B3E15">
              <w:rPr>
                <w:rFonts w:ascii="Calibri" w:hAnsi="Calibri" w:cs="Calibri"/>
              </w:rPr>
              <w:t>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6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HG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925/1995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pentru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aprobarea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Regulamentului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verificare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expertizare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tehnica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calitate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proiectelor,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iei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lucrărilor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iilor actualizată cu </w:t>
            </w:r>
            <w:r w:rsidR="007B3E15" w:rsidRPr="00E3660B">
              <w:rPr>
                <w:rFonts w:ascii="Calibri" w:hAnsi="Calibri" w:cs="Calibri"/>
                <w:i/>
              </w:rPr>
              <w:t>prevederile</w:t>
            </w:r>
            <w:r w:rsidRPr="00E3660B">
              <w:rPr>
                <w:rFonts w:ascii="Calibri" w:hAnsi="Calibri" w:cs="Calibri"/>
                <w:i/>
              </w:rPr>
              <w:t xml:space="preserve"> HOTĂRÂRII nr. 742 din 13 septembrie 2018, privind modificarea Hotărârii Guvernului nr. 925/1995 pentru aprobarea Regulamentului de verificare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expertizare tehnică de calitate a proiectelor, a execu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 xml:space="preserve">iei lucrărilor 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Pr="00E3660B">
              <w:rPr>
                <w:rFonts w:ascii="Calibri" w:hAnsi="Calibri" w:cs="Calibri"/>
                <w:i/>
              </w:rPr>
              <w:t>i a construc</w:t>
            </w:r>
            <w:r w:rsidR="007B3E15">
              <w:rPr>
                <w:rFonts w:ascii="Calibri" w:hAnsi="Calibri" w:cs="Calibri"/>
                <w:i/>
              </w:rPr>
              <w:t>ț</w:t>
            </w:r>
            <w:r w:rsidRPr="00E3660B">
              <w:rPr>
                <w:rFonts w:ascii="Calibri" w:hAnsi="Calibri" w:cs="Calibri"/>
                <w:i/>
              </w:rPr>
              <w:t>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b/>
              </w:rPr>
              <w:t>P</w:t>
            </w:r>
            <w:r w:rsidR="007B3E15">
              <w:rPr>
                <w:rFonts w:ascii="Calibri" w:hAnsi="Calibri" w:cs="Calibri"/>
                <w:b/>
              </w:rPr>
              <w:t>ă</w:t>
            </w:r>
            <w:r w:rsidRPr="00E3660B">
              <w:rPr>
                <w:rFonts w:ascii="Calibri" w:hAnsi="Calibri" w:cs="Calibri"/>
                <w:b/>
              </w:rPr>
              <w:t>r</w:t>
            </w:r>
            <w:r w:rsidR="007B3E15">
              <w:rPr>
                <w:rFonts w:ascii="Calibri" w:hAnsi="Calibri" w:cs="Calibri"/>
                <w:b/>
              </w:rPr>
              <w:t>ț</w:t>
            </w:r>
            <w:r w:rsidRPr="00E3660B">
              <w:rPr>
                <w:rFonts w:ascii="Calibri" w:hAnsi="Calibri" w:cs="Calibri"/>
                <w:b/>
              </w:rPr>
              <w:t xml:space="preserve">ile Desenate </w:t>
            </w:r>
            <w:r w:rsidRPr="00E3660B">
              <w:rPr>
                <w:rFonts w:ascii="Calibri" w:hAnsi="Calibri" w:cs="Calibri"/>
              </w:rPr>
              <w:t>sunt elaborate in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Anexei 10 la HG 907/2016,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cuprind </w:t>
            </w:r>
            <w:r w:rsidR="007B3E15"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="007B3E15"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</w:rPr>
              <w:t xml:space="preserve"> ale tuturor obiectelor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investiție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specialităților</w:t>
            </w:r>
            <w:r w:rsidRPr="00E3660B">
              <w:rPr>
                <w:rFonts w:ascii="Calibri" w:hAnsi="Calibri" w:cs="Calibri"/>
                <w:spacing w:val="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="007B3E15"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generale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încadrare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zona?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</w:rPr>
              <w:t xml:space="preserve">   de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amplasare  </w:t>
            </w:r>
            <w:r w:rsidR="009F75B4"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a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reperelor   de  </w:t>
            </w:r>
            <w:r w:rsidR="009F75B4" w:rsidRPr="00E3660B">
              <w:rPr>
                <w:rFonts w:ascii="Calibri" w:hAnsi="Calibri" w:cs="Calibri"/>
                <w:spacing w:val="3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 xml:space="preserve">nivelment  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</w:p>
          <w:p w:rsidR="009F75B4" w:rsidRPr="00E3660B" w:rsidRDefault="009F75B4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planimetrice?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topografice</w:t>
            </w:r>
            <w:r w:rsidR="009F75B4" w:rsidRPr="00E3660B">
              <w:rPr>
                <w:rFonts w:ascii="Calibri" w:hAnsi="Calibri" w:cs="Calibri"/>
                <w:spacing w:val="-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principale?</w:t>
            </w:r>
          </w:p>
          <w:p w:rsidR="009F75B4" w:rsidRPr="00E3660B" w:rsidRDefault="007B3E15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="009F75B4" w:rsidRPr="00E3660B">
              <w:rPr>
                <w:rFonts w:ascii="Calibri" w:hAnsi="Calibri" w:cs="Calibri"/>
              </w:rPr>
              <w:t xml:space="preserve"> de amplasare a forajelor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 profilurilor geotehnice,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cu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înscrierea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condi</w:t>
            </w:r>
            <w:r>
              <w:rPr>
                <w:rFonts w:ascii="Calibri" w:hAnsi="Calibri" w:cs="Calibri"/>
              </w:rPr>
              <w:t>ț</w:t>
            </w:r>
            <w:r w:rsidR="009F75B4" w:rsidRPr="00E3660B">
              <w:rPr>
                <w:rFonts w:ascii="Calibri" w:hAnsi="Calibri" w:cs="Calibri"/>
              </w:rPr>
              <w:t>iilor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>
              <w:rPr>
                <w:rFonts w:ascii="Calibri" w:hAnsi="Calibri" w:cs="Calibri"/>
              </w:rPr>
              <w:t>ș</w:t>
            </w:r>
            <w:r w:rsidR="009F75B4" w:rsidRPr="00E3660B">
              <w:rPr>
                <w:rFonts w:ascii="Calibri" w:hAnsi="Calibri" w:cs="Calibri"/>
              </w:rPr>
              <w:t>i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a</w:t>
            </w:r>
            <w:r w:rsidR="009F75B4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recomandărilor</w:t>
            </w:r>
            <w:r w:rsidR="009F75B4" w:rsidRPr="00E3660B">
              <w:rPr>
                <w:rFonts w:ascii="Calibri" w:hAnsi="Calibri" w:cs="Calibri"/>
                <w:spacing w:val="6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privind</w:t>
            </w:r>
            <w:r w:rsidR="009F75B4"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lucrările</w:t>
            </w:r>
            <w:r w:rsidR="009F75B4"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de</w:t>
            </w:r>
            <w:r w:rsidR="009F75B4"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9F75B4" w:rsidRPr="00E3660B">
              <w:rPr>
                <w:rFonts w:ascii="Calibri" w:hAnsi="Calibri" w:cs="Calibri"/>
              </w:rPr>
              <w:t>fundare?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principale de amplasare a obiectelor, cu 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 de nivel, a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de amplasare, orientărilor,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coordonatelor,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axelor,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nivelment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planimetrice,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±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0,00,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cotelor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elor principale de amplasare a drumurilor,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trotuarelor,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pietonale,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platformelor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:rsidR="009F75B4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sistematizarea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verticală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terasamente,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săpături-umpluturi,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pământ,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volumul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pământului transportat (excedent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deficit), a 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privind stratul vegetal, a precizărilor privind utilajele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echipamentele de lucru,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:rsidR="00C04AE4" w:rsidRPr="00E3660B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subterane,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profiluri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longitudinale/transversale,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nivel,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lastRenderedPageBreak/>
              <w:t xml:space="preserve">cofraj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armare, ariile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specifice ale o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clasa betoanelor,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izola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hidrofuge, protec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împotriva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agresivită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coroziunii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  <w:p w:rsidR="00C04AE4" w:rsidRPr="009F75B4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reperelor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fixe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arhitectura </w:t>
            </w:r>
            <w:r w:rsidRPr="00E3660B">
              <w:rPr>
                <w:rFonts w:ascii="Calibri" w:hAnsi="Calibri" w:cs="Calibri"/>
              </w:rPr>
              <w:t>pentru fiecare obiect, care contin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distan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finisajele si calitatea acestora (pentru fiecare nivel subteran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suprateran, inclusiv pentru sistemul de acoperire) cu reprezentarea 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mobilierului,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finisajelor,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ade cu indicarea finisajelor si, 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 xml:space="preserve"> caz, încadrarea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frontul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stradal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e de structura </w:t>
            </w:r>
            <w:r w:rsidRPr="00E3660B">
              <w:rPr>
                <w:rFonts w:ascii="Calibri" w:hAnsi="Calibri" w:cs="Calibri"/>
              </w:rPr>
              <w:t>pentru fiecare obiect, care definesc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structurii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rezisten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acesteia,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infrastructurii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planurile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suprastructurii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iunile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caracteristice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cotate?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constructive,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descrierea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ordinii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(numai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situa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speciale în care aceasta este obligatorie), recomandări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transportul,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manipularea,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depozitarea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pentru fiecare obiect care definesc 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expliciteaz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ia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cote,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toleran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utilajele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si</w:t>
            </w:r>
            <w:r w:rsidRPr="00E3660B">
              <w:rPr>
                <w:rFonts w:ascii="Calibri" w:hAnsi="Calibri" w:cs="Calibri"/>
                <w:b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echipamentele</w:t>
            </w:r>
            <w:r w:rsidRPr="00E3660B">
              <w:rPr>
                <w:rFonts w:ascii="Calibri" w:hAnsi="Calibri" w:cs="Calibri"/>
                <w:b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tehnologice</w:t>
            </w:r>
            <w:r w:rsidRPr="00E3660B">
              <w:rPr>
                <w:rFonts w:ascii="Calibri" w:hAnsi="Calibri" w:cs="Calibri"/>
                <w:b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cuprind,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dup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ansamblu?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fluxului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cinematice,</w:t>
            </w:r>
            <w:r w:rsidRPr="00E3660B">
              <w:rPr>
                <w:rFonts w:ascii="Calibri" w:hAnsi="Calibri" w:cs="Calibri"/>
                <w:spacing w:val="-8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indicarea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principalilor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scheme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 hidraulice, pneumatice, electrice,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automatizare, comunica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ii, re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de combustibil, apă,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iluminat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altele asemenea, precum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ale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montaj, cu indicarea geometriilor, dimensiunilor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amplasare, presta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iilor, sarcinilor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a altor 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aceea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natură, inclusiv a schemelor tehnologice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diagrame, nomograme, calcule inginere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ti, tehnologice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 montaj, inclusiv materialul grafic necesar punerii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exploatării?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liste cu utilaje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echipamente din componen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fi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cuprinzând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caracteristicile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plan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>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dotări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amplasarea,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montajul,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 cote, dimensiuni, sec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iuni, vederi, tablouri de dotări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pentru: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piese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mobilier?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elemente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7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inventar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gospodăresc?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ab/>
              <w:t>cu</w:t>
            </w:r>
            <w:r w:rsidRPr="00E3660B">
              <w:rPr>
                <w:rFonts w:ascii="Calibri" w:hAnsi="Calibri" w:cs="Calibri"/>
              </w:rPr>
              <w:tab/>
              <w:t>mijloace</w:t>
            </w:r>
            <w:r w:rsidRPr="00E3660B">
              <w:rPr>
                <w:rFonts w:ascii="Calibri" w:hAnsi="Calibri" w:cs="Calibri"/>
              </w:rPr>
              <w:tab/>
              <w:t>tehnice</w:t>
            </w:r>
            <w:r w:rsidRPr="00E3660B">
              <w:rPr>
                <w:rFonts w:ascii="Calibri" w:hAnsi="Calibri" w:cs="Calibri"/>
              </w:rPr>
              <w:tab/>
              <w:t>de</w:t>
            </w:r>
            <w:r w:rsidRPr="00E3660B">
              <w:rPr>
                <w:rFonts w:ascii="Calibri" w:hAnsi="Calibri" w:cs="Calibri"/>
              </w:rPr>
              <w:tab/>
              <w:t xml:space="preserve">apărare </w:t>
            </w:r>
            <w:r w:rsidRPr="00E3660B">
              <w:rPr>
                <w:rFonts w:ascii="Calibri" w:hAnsi="Calibri" w:cs="Calibri"/>
              </w:rPr>
              <w:tab/>
              <w:t>împotriva incendiilor?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dotări necesare securită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 muncii?</w:t>
            </w:r>
          </w:p>
          <w:p w:rsidR="009F75B4" w:rsidRPr="00E3660B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alte dotări necesare în func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Materialele,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prefabricatele,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confecțiile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definite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parametrii,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performante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caracteristici, </w:t>
            </w:r>
            <w:r w:rsidR="007B3E15" w:rsidRPr="00E3660B">
              <w:rPr>
                <w:rFonts w:ascii="Calibri" w:hAnsi="Calibri" w:cs="Calibri"/>
              </w:rPr>
              <w:t>fără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face referiri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sau trimiteri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mărci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fabrica,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producători</w:t>
            </w:r>
            <w:r w:rsidRPr="00E3660B">
              <w:rPr>
                <w:rFonts w:ascii="Calibri" w:hAnsi="Calibri" w:cs="Calibri"/>
              </w:rPr>
              <w:t>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furnizori, etc?</w:t>
            </w:r>
          </w:p>
          <w:p w:rsidR="00AC4893" w:rsidRPr="00E3660B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Nu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exista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recomandări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sau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precizări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sa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reducă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concurenta?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detalii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b/>
              </w:rPr>
              <w:t>de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  <w:b/>
              </w:rPr>
              <w:t>execuție</w:t>
            </w:r>
            <w:r w:rsidRPr="00E3660B">
              <w:rPr>
                <w:rFonts w:ascii="Calibri" w:hAnsi="Calibri" w:cs="Calibri"/>
                <w:b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alcătuirea,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asamblarea,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executarea,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montarea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asemenea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opera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iuni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privind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păr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i/elemente de construc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ori de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 aferente acesteia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indică</w:t>
            </w:r>
            <w:r w:rsidRPr="00E3660B">
              <w:rPr>
                <w:rFonts w:ascii="Calibri" w:hAnsi="Calibri" w:cs="Calibri"/>
                <w:spacing w:val="17"/>
              </w:rPr>
              <w:t xml:space="preserve"> </w:t>
            </w:r>
            <w:r w:rsidRPr="00E3660B">
              <w:rPr>
                <w:rFonts w:ascii="Calibri" w:hAnsi="Calibri" w:cs="Calibri"/>
              </w:rPr>
              <w:t>dimensiuni,</w:t>
            </w:r>
            <w:r w:rsidRPr="00E3660B">
              <w:rPr>
                <w:rFonts w:ascii="Calibri" w:hAnsi="Calibri" w:cs="Calibri"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</w:rPr>
              <w:t>materiale,</w:t>
            </w:r>
            <w:r w:rsidRPr="00E3660B">
              <w:rPr>
                <w:rFonts w:ascii="Calibri" w:hAnsi="Calibri" w:cs="Calibri"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</w:rPr>
              <w:t>precum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legături între elementele constructive structurale/nestructurale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 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pieselor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numerotata/codificata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prezintă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cartu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conține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informațiile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solicitate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prevederilor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În cazul în care </w:t>
            </w:r>
            <w:r w:rsidR="007B3E15" w:rsidRPr="00E3660B">
              <w:rPr>
                <w:rFonts w:ascii="Calibri" w:hAnsi="Calibri" w:cs="Calibri"/>
              </w:rPr>
              <w:t>planșele</w:t>
            </w:r>
            <w:r w:rsidRPr="00E3660B">
              <w:rPr>
                <w:rFonts w:ascii="Calibri" w:hAnsi="Calibri" w:cs="Calibri"/>
              </w:rPr>
              <w:t xml:space="preserve"> au fost anexate la cererea de </w:t>
            </w:r>
            <w:r w:rsidR="007B3E15" w:rsidRPr="00E3660B">
              <w:rPr>
                <w:rFonts w:ascii="Calibri" w:hAnsi="Calibri" w:cs="Calibri"/>
              </w:rPr>
              <w:t>finanțare</w:t>
            </w:r>
            <w:r w:rsidRPr="00E3660B">
              <w:rPr>
                <w:rFonts w:ascii="Calibri" w:hAnsi="Calibri" w:cs="Calibri"/>
              </w:rPr>
              <w:t xml:space="preserve"> 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format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scanat,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semnate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tampilate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elaboratori: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stampila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tuturor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persoanelor nominalizate in </w:t>
            </w:r>
            <w:r w:rsidR="007B3E15" w:rsidRPr="00E3660B">
              <w:rPr>
                <w:rFonts w:ascii="Calibri" w:hAnsi="Calibri" w:cs="Calibri"/>
              </w:rPr>
              <w:t>cartuș</w:t>
            </w:r>
            <w:r w:rsidRPr="00E3660B">
              <w:rPr>
                <w:rFonts w:ascii="Calibri" w:hAnsi="Calibri" w:cs="Calibri"/>
              </w:rPr>
              <w:t>, în conformitate cu prevederile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legale,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inclusiv:</w:t>
            </w:r>
          </w:p>
          <w:p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proiectantului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5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efului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AC4893" w:rsidRPr="00E3660B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arhitectului cu drept de </w:t>
            </w:r>
            <w:r w:rsidR="007B3E15" w:rsidRPr="00E3660B">
              <w:rPr>
                <w:rFonts w:ascii="Calibri" w:hAnsi="Calibri" w:cs="Calibri"/>
              </w:rPr>
              <w:t>semnătura</w:t>
            </w:r>
            <w:r w:rsidRPr="00E3660B">
              <w:rPr>
                <w:rFonts w:ascii="Calibri" w:hAnsi="Calibri" w:cs="Calibri"/>
              </w:rPr>
              <w:t xml:space="preserve">, cu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tampila cu </w:t>
            </w:r>
            <w:r w:rsidR="007B3E15" w:rsidRPr="00E3660B">
              <w:rPr>
                <w:rFonts w:ascii="Calibri" w:hAnsi="Calibri" w:cs="Calibri"/>
              </w:rPr>
              <w:t>număr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înregistrare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tabloul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național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TNA,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reglementări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OAR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proiectanților</w:t>
            </w:r>
            <w:r w:rsidR="00AC4893" w:rsidRPr="00E3660B">
              <w:rPr>
                <w:rFonts w:ascii="Calibri" w:hAnsi="Calibri" w:cs="Calibri"/>
                <w:spacing w:val="-5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-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specialitate?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expertului</w:t>
            </w:r>
            <w:r w:rsidR="00AC4893" w:rsidRPr="00E3660B">
              <w:rPr>
                <w:rFonts w:ascii="Calibri" w:hAnsi="Calibri" w:cs="Calibri"/>
              </w:rPr>
              <w:t xml:space="preserve"> tehnic, unde este cazul, conform prevederilor</w:t>
            </w:r>
            <w:r w:rsidR="00AC4893"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legale?</w:t>
            </w:r>
          </w:p>
          <w:p w:rsidR="00AC4893" w:rsidRPr="00E3660B" w:rsidRDefault="007B3E15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ș</w:t>
            </w:r>
            <w:r w:rsidR="00AC4893" w:rsidRPr="00E3660B">
              <w:rPr>
                <w:rFonts w:ascii="Calibri" w:hAnsi="Calibri" w:cs="Calibri"/>
              </w:rPr>
              <w:t>eful</w:t>
            </w:r>
            <w:r w:rsidR="00AC4893"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de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proiect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complex,</w:t>
            </w:r>
            <w:r w:rsidR="00AC4893" w:rsidRPr="00E3660B">
              <w:rPr>
                <w:rFonts w:ascii="Calibri" w:hAnsi="Calibri" w:cs="Calibri"/>
                <w:spacing w:val="107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expert/specialist,</w:t>
            </w:r>
            <w:r w:rsidR="00AC4893" w:rsidRPr="00E3660B">
              <w:rPr>
                <w:rFonts w:ascii="Calibri" w:hAnsi="Calibri" w:cs="Calibri"/>
                <w:spacing w:val="103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in</w:t>
            </w:r>
            <w:r w:rsidR="00AC4893" w:rsidRPr="00E3660B">
              <w:rPr>
                <w:rFonts w:ascii="Calibri" w:hAnsi="Calibri" w:cs="Calibri"/>
                <w:spacing w:val="106"/>
              </w:rPr>
              <w:t xml:space="preserve"> </w:t>
            </w:r>
            <w:r w:rsidR="00AC4893" w:rsidRPr="00E3660B">
              <w:rPr>
                <w:rFonts w:ascii="Calibri" w:hAnsi="Calibri" w:cs="Calibri"/>
              </w:rPr>
              <w:t>cazul</w:t>
            </w:r>
          </w:p>
          <w:p w:rsidR="00AC4893" w:rsidRPr="00E3660B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monumentelor</w:t>
            </w:r>
            <w:r w:rsidRPr="00E3660B">
              <w:rPr>
                <w:rFonts w:ascii="Calibri" w:hAnsi="Calibri" w:cs="Calibri"/>
                <w:spacing w:val="-9"/>
              </w:rPr>
              <w:t xml:space="preserve"> </w:t>
            </w:r>
            <w:r w:rsidRPr="00E3660B">
              <w:rPr>
                <w:rFonts w:ascii="Calibri" w:hAnsi="Calibri" w:cs="Calibri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Sunt ata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ate </w:t>
            </w:r>
            <w:r w:rsidRPr="00E3660B">
              <w:rPr>
                <w:rFonts w:ascii="Calibri" w:hAnsi="Calibri" w:cs="Calibri"/>
                <w:b/>
              </w:rPr>
              <w:t xml:space="preserve">referatele de verificare tehnica </w:t>
            </w:r>
            <w:r w:rsidRPr="00E3660B">
              <w:rPr>
                <w:rFonts w:ascii="Calibri" w:hAnsi="Calibri" w:cs="Calibri"/>
              </w:rPr>
              <w:t>a PT, inclusiv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detaliilor de </w:t>
            </w:r>
            <w:r w:rsidR="007B3E15" w:rsidRPr="00E3660B">
              <w:rPr>
                <w:rFonts w:ascii="Calibri" w:hAnsi="Calibri" w:cs="Calibri"/>
              </w:rPr>
              <w:t>execuție</w:t>
            </w:r>
            <w:r w:rsidRPr="00E3660B">
              <w:rPr>
                <w:rFonts w:ascii="Calibri" w:hAnsi="Calibri" w:cs="Calibri"/>
              </w:rPr>
              <w:t xml:space="preserve"> (</w:t>
            </w:r>
            <w:r w:rsidR="007B3E15" w:rsidRPr="00E3660B">
              <w:rPr>
                <w:rFonts w:ascii="Calibri" w:hAnsi="Calibri" w:cs="Calibri"/>
              </w:rPr>
              <w:t>întocmite</w:t>
            </w:r>
            <w:r w:rsidRPr="00E3660B">
              <w:rPr>
                <w:rFonts w:ascii="Calibri" w:hAnsi="Calibri" w:cs="Calibri"/>
              </w:rPr>
              <w:t xml:space="preserve"> de verificatori </w:t>
            </w:r>
            <w:r w:rsidR="007B3E15" w:rsidRPr="00E3660B">
              <w:rPr>
                <w:rFonts w:ascii="Calibri" w:hAnsi="Calibri" w:cs="Calibri"/>
              </w:rPr>
              <w:t>atestați</w:t>
            </w:r>
            <w:r w:rsidRPr="00E3660B">
              <w:rPr>
                <w:rFonts w:ascii="Calibri" w:hAnsi="Calibri" w:cs="Calibri"/>
              </w:rPr>
              <w:t>) 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specialitățile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obiectivului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verificarea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obligatorie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conform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legislației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vigoare?</w:t>
            </w:r>
          </w:p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</w:t>
            </w:r>
            <w:r w:rsidR="007B3E15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</w:rPr>
              <w:t>r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scrise si desenate ale proiectului sunt semnate si stampilate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către</w:t>
            </w:r>
            <w:r w:rsidRPr="00E3660B">
              <w:rPr>
                <w:rFonts w:ascii="Calibri" w:hAnsi="Calibri" w:cs="Calibri"/>
              </w:rPr>
              <w:t xml:space="preserve"> verificatorii de proiect, pe </w:t>
            </w:r>
            <w:r w:rsidR="007B3E15" w:rsidRPr="00E3660B">
              <w:rPr>
                <w:rFonts w:ascii="Calibri" w:hAnsi="Calibri" w:cs="Calibri"/>
              </w:rPr>
              <w:t>specialități</w:t>
            </w:r>
            <w:r w:rsidRPr="00E3660B">
              <w:rPr>
                <w:rFonts w:ascii="Calibri" w:hAnsi="Calibri" w:cs="Calibri"/>
              </w:rPr>
              <w:t xml:space="preserve"> si pentru fiecare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="007B3E15" w:rsidRPr="00E3660B">
              <w:rPr>
                <w:rFonts w:ascii="Calibri" w:hAnsi="Calibri" w:cs="Calibri"/>
              </w:rPr>
              <w:t>menționată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in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scrisa 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include studiul geotehnic, verificat la </w:t>
            </w:r>
            <w:r w:rsidR="007B3E15" w:rsidRPr="00E3660B">
              <w:rPr>
                <w:rFonts w:ascii="Calibri" w:hAnsi="Calibri" w:cs="Calibri"/>
              </w:rPr>
              <w:t>cerința</w:t>
            </w:r>
            <w:r w:rsidRPr="00E3660B">
              <w:rPr>
                <w:rFonts w:ascii="Calibri" w:hAnsi="Calibri" w:cs="Calibri"/>
              </w:rPr>
              <w:t xml:space="preserve"> Af </w:t>
            </w:r>
            <w:r w:rsidRPr="00E3660B">
              <w:rPr>
                <w:rFonts w:ascii="Calibri" w:hAnsi="Calibri" w:cs="Calibri"/>
                <w:spacing w:val="1"/>
              </w:rPr>
              <w:t xml:space="preserve">si, </w:t>
            </w:r>
            <w:r w:rsidRPr="00E3660B">
              <w:rPr>
                <w:rFonts w:ascii="Calibri" w:hAnsi="Calibri" w:cs="Calibri"/>
              </w:rPr>
              <w:t>daca este cazul,  alte studii de specialitate necesare 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lastRenderedPageBreak/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AC4893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Există descrierierea </w:t>
            </w:r>
            <w:r w:rsidR="007B3E15"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Pr="00E3660B">
              <w:rPr>
                <w:rFonts w:ascii="Calibri" w:hAnsi="Calibri" w:cs="Calibri"/>
                <w:b/>
              </w:rPr>
              <w:t xml:space="preserve">organizare de </w:t>
            </w:r>
            <w:r w:rsidR="007B3E15">
              <w:rPr>
                <w:rFonts w:ascii="Calibri" w:hAnsi="Calibri" w:cs="Calibri"/>
                <w:b/>
              </w:rPr>
              <w:t>ș</w:t>
            </w:r>
            <w:r w:rsidRPr="00E3660B">
              <w:rPr>
                <w:rFonts w:ascii="Calibri" w:hAnsi="Calibri" w:cs="Calibri"/>
                <w:b/>
              </w:rPr>
              <w:t xml:space="preserve">antier </w:t>
            </w:r>
            <w:r w:rsidRPr="00E3660B">
              <w:rPr>
                <w:rFonts w:ascii="Calibri" w:hAnsi="Calibri" w:cs="Calibri"/>
              </w:rPr>
              <w:t>(descriere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a lucrărilor provizorii pregătitoare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necesare în vederea asigurării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atât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terenul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aferent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iei, cât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 pe spa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iile ocupate temporar în afara acestuia,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inclusiv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ia  PT este completă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 xml:space="preserve">i întocmită conform anexei 11 (etapa a-III-a) la HG 907/2016  si prezinta </w:t>
            </w:r>
            <w:r w:rsidR="007B3E15" w:rsidRPr="00E3660B">
              <w:rPr>
                <w:rFonts w:ascii="Calibri" w:hAnsi="Calibri" w:cs="Calibri"/>
              </w:rPr>
              <w:t>Autorizația</w:t>
            </w:r>
            <w:r w:rsidRPr="00E3660B">
              <w:rPr>
                <w:rFonts w:ascii="Calibri" w:hAnsi="Calibri" w:cs="Calibri"/>
              </w:rPr>
              <w:t xml:space="preserve"> de Construire </w:t>
            </w:r>
            <w:r w:rsidR="007B3E15" w:rsidRPr="00E3660B">
              <w:rPr>
                <w:rFonts w:ascii="Calibri" w:hAnsi="Calibri" w:cs="Calibri"/>
              </w:rPr>
              <w:t>obținută</w:t>
            </w:r>
            <w:r w:rsidRPr="00E3660B">
              <w:rPr>
                <w:rFonts w:ascii="Calibri" w:hAnsi="Calibri" w:cs="Calibri"/>
              </w:rPr>
              <w:t>?</w:t>
            </w:r>
          </w:p>
          <w:p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 xml:space="preserve">Autorizata de Construire este completa </w:t>
            </w:r>
            <w:r w:rsidR="007B3E15"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r w:rsidR="007B3E15"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</w:rPr>
            </w:pPr>
            <w:r w:rsidRPr="009F75B4">
              <w:rPr>
                <w:rFonts w:ascii="Calibri" w:hAnsi="Calibri" w:cs="Calibri"/>
              </w:rPr>
              <w:t>Este inclus un raport/documenta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ie privind imunizarea la schimbările climatice, elaborat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9F75B4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7B3E15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Documentația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tehnico-economica 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reflecta 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ă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surile de imunizare la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schimbările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climatice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prevăzute</w:t>
            </w:r>
            <w:r w:rsidR="009F75B4"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 xml:space="preserve"> in raportul </w:t>
            </w:r>
            <w:r w:rsidRPr="00E3660B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</w:rPr>
              <w:t>întocmit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conform cerin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ț</w:t>
            </w:r>
            <w:r w:rsidR="009F75B4" w:rsidRPr="00E3660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75B4" w:rsidRPr="00E3660B" w:rsidRDefault="009F75B4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  <w:tr w:rsidR="009F75B4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  </w:t>
            </w:r>
            <w:r w:rsidR="009F75B4" w:rsidRPr="009F75B4">
              <w:rPr>
                <w:rFonts w:ascii="Calibri" w:hAnsi="Calibri" w:cs="Calibri"/>
                <w:b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9F75B4">
              <w:rPr>
                <w:rFonts w:ascii="Calibri" w:hAnsi="Calibri" w:cs="Calibri"/>
                <w:b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9F75B4" w:rsidRPr="009F75B4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  <w:r w:rsidRPr="00E3660B">
              <w:rPr>
                <w:rFonts w:ascii="Calibri" w:hAnsi="Calibri" w:cs="Calibri"/>
              </w:rPr>
              <w:t>Există 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intre obiectele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(inclusiv tipurile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 xml:space="preserve">de </w:t>
            </w:r>
            <w:r w:rsidR="007B3E15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</w:rPr>
              <w:t xml:space="preserve"> de </w:t>
            </w:r>
            <w:r w:rsidR="007B3E15" w:rsidRPr="00E3660B">
              <w:rPr>
                <w:rFonts w:ascii="Calibri" w:hAnsi="Calibri" w:cs="Calibri"/>
              </w:rPr>
              <w:t>construcții</w:t>
            </w:r>
            <w:r w:rsidRPr="00E3660B">
              <w:rPr>
                <w:rFonts w:ascii="Calibri" w:hAnsi="Calibri" w:cs="Calibri"/>
              </w:rPr>
              <w:t xml:space="preserve"> propuse, </w:t>
            </w:r>
            <w:r w:rsidR="007B3E15" w:rsidRPr="00E3660B">
              <w:rPr>
                <w:rFonts w:ascii="Calibri" w:hAnsi="Calibri" w:cs="Calibri"/>
              </w:rPr>
              <w:t>dotări</w:t>
            </w:r>
            <w:r w:rsidRPr="00E3660B">
              <w:rPr>
                <w:rFonts w:ascii="Calibri" w:hAnsi="Calibri" w:cs="Calibri"/>
              </w:rPr>
              <w:t>, etc.) din cadrul proiectului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(partea I si partea II-a conform anexa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cererea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Există</w:t>
            </w:r>
            <w:r w:rsidRPr="00E3660B">
              <w:rPr>
                <w:rFonts w:ascii="Calibri" w:hAnsi="Calibri" w:cs="Calibri"/>
                <w:spacing w:val="3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coresponden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</w:t>
            </w:r>
            <w:r w:rsidRPr="00E3660B">
              <w:rPr>
                <w:rFonts w:ascii="Calibri" w:hAnsi="Calibri" w:cs="Calibri"/>
                <w:spacing w:val="90"/>
              </w:rPr>
              <w:t xml:space="preserve"> </w:t>
            </w:r>
            <w:r w:rsidRPr="00E3660B">
              <w:rPr>
                <w:rFonts w:ascii="Calibri" w:hAnsi="Calibri" w:cs="Calibri"/>
              </w:rPr>
              <w:t>intre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obiectele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88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  <w:spacing w:val="89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</w:p>
          <w:p w:rsidR="001B674D" w:rsidRPr="00E3660B" w:rsidRDefault="001B674D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-3"/>
              </w:rPr>
              <w:t xml:space="preserve">  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cele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descrise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Memoriul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 al PTE (partea a II-a conform anexa 11 la HG907/2016)este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64"/>
              </w:rPr>
              <w:t xml:space="preserve"> </w:t>
            </w:r>
            <w:r w:rsidRPr="00E3660B">
              <w:rPr>
                <w:rFonts w:ascii="Calibri" w:hAnsi="Calibri" w:cs="Calibri"/>
              </w:rPr>
              <w:t>memoriile</w:t>
            </w:r>
            <w:r w:rsidRPr="00E3660B">
              <w:rPr>
                <w:rFonts w:ascii="Calibri" w:hAnsi="Calibri" w:cs="Calibri"/>
                <w:spacing w:val="62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tehnice</w:t>
            </w:r>
            <w:r w:rsidRPr="00E3660B">
              <w:rPr>
                <w:rFonts w:ascii="Calibri" w:hAnsi="Calibri" w:cs="Calibri"/>
                <w:spacing w:val="6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34"/>
              </w:rPr>
              <w:t xml:space="preserve"> </w:t>
            </w:r>
            <w:r w:rsidRPr="00E3660B">
              <w:rPr>
                <w:rFonts w:ascii="Calibri" w:hAnsi="Calibri" w:cs="Calibri"/>
              </w:rPr>
              <w:t>scrisă</w:t>
            </w:r>
            <w:r w:rsidRPr="00E3660B">
              <w:rPr>
                <w:rFonts w:ascii="Calibri" w:hAnsi="Calibri" w:cs="Calibri"/>
                <w:spacing w:val="94"/>
              </w:rPr>
              <w:t xml:space="preserve"> </w:t>
            </w:r>
            <w:r w:rsidRPr="00E3660B">
              <w:rPr>
                <w:rFonts w:ascii="Calibri" w:hAnsi="Calibri" w:cs="Calibri"/>
              </w:rPr>
              <w:t>din</w:t>
            </w:r>
            <w:r w:rsidRPr="00E3660B">
              <w:rPr>
                <w:rFonts w:ascii="Calibri" w:hAnsi="Calibri" w:cs="Calibri"/>
                <w:spacing w:val="92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</w:t>
            </w:r>
            <w:r w:rsidRPr="00E3660B">
              <w:rPr>
                <w:rFonts w:ascii="Calibri" w:hAnsi="Calibri" w:cs="Calibri"/>
                <w:spacing w:val="93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 (partea I si partea II-a conform anexei 11 la HG 907/2016)</w:t>
            </w:r>
            <w:r w:rsidRPr="00E3660B">
              <w:rPr>
                <w:rFonts w:ascii="Calibri" w:hAnsi="Calibri" w:cs="Calibri"/>
                <w:spacing w:val="95"/>
              </w:rPr>
              <w:t xml:space="preserve"> </w:t>
            </w:r>
            <w:r w:rsidRPr="00E3660B">
              <w:rPr>
                <w:rFonts w:ascii="Calibri" w:hAnsi="Calibri" w:cs="Calibri"/>
              </w:rPr>
              <w:t>este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corelată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partea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Graficul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6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-5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</w:rPr>
              <w:t>: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este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prezentat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în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cadrul</w:t>
            </w:r>
            <w:r w:rsidRPr="00E3660B">
              <w:rPr>
                <w:rFonts w:ascii="Calibri" w:hAnsi="Calibri" w:cs="Calibri"/>
                <w:spacing w:val="51"/>
              </w:rPr>
              <w:t xml:space="preserve"> </w:t>
            </w:r>
            <w:r w:rsidRPr="00E3660B">
              <w:rPr>
                <w:rFonts w:ascii="Calibri" w:hAnsi="Calibri" w:cs="Calibri"/>
              </w:rPr>
              <w:t>Cererii</w:t>
            </w:r>
            <w:r w:rsidRPr="00E3660B">
              <w:rPr>
                <w:rFonts w:ascii="Calibri" w:hAnsi="Calibri" w:cs="Calibri"/>
                <w:spacing w:val="5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lastRenderedPageBreak/>
              <w:t>este</w:t>
            </w:r>
            <w:r w:rsidRPr="00E3660B">
              <w:rPr>
                <w:rFonts w:ascii="Calibri" w:hAnsi="Calibri" w:cs="Calibri"/>
                <w:spacing w:val="25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corect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estimat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ca</w:t>
            </w:r>
            <w:r w:rsidRPr="00E3660B">
              <w:rPr>
                <w:rFonts w:ascii="Calibri" w:hAnsi="Calibri" w:cs="Calibri"/>
                <w:spacing w:val="26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perioada</w:t>
            </w:r>
            <w:r w:rsidRPr="00E3660B">
              <w:rPr>
                <w:rFonts w:ascii="Calibri" w:hAnsi="Calibri" w:cs="Calibri"/>
                <w:spacing w:val="29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27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realizare</w:t>
            </w:r>
            <w:r w:rsidRPr="00E3660B">
              <w:rPr>
                <w:rFonts w:ascii="Calibri" w:hAnsi="Calibri" w:cs="Calibri"/>
                <w:spacing w:val="28"/>
              </w:rPr>
              <w:t xml:space="preserve"> </w:t>
            </w:r>
            <w:r w:rsidRPr="00E3660B">
              <w:rPr>
                <w:rFonts w:ascii="Calibri" w:hAnsi="Calibri" w:cs="Calibri"/>
              </w:rPr>
              <w:t>(conform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tehnologiilor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ie,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etc)?</w:t>
            </w:r>
          </w:p>
          <w:p w:rsidR="001B674D" w:rsidRPr="00E3660B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i/>
              </w:rPr>
            </w:pPr>
            <w:r w:rsidRPr="00E3660B">
              <w:rPr>
                <w:rFonts w:ascii="Calibri" w:hAnsi="Calibri" w:cs="Calibri"/>
              </w:rPr>
              <w:t>respectă termenele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limită</w:t>
            </w:r>
            <w:r w:rsidRPr="00E3660B">
              <w:rPr>
                <w:rFonts w:ascii="Calibri" w:hAnsi="Calibri" w:cs="Calibri"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</w:rPr>
              <w:t>ale programului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finan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are?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(se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avea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vedere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ca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9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limită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  <w:r w:rsidRPr="00E3660B">
              <w:rPr>
                <w:rFonts w:ascii="Calibri" w:hAnsi="Calibri" w:cs="Calibri"/>
                <w:i/>
                <w:spacing w:val="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implementare</w:t>
            </w:r>
            <w:r w:rsidRPr="00E3660B">
              <w:rPr>
                <w:rFonts w:ascii="Calibri" w:hAnsi="Calibri" w:cs="Calibri"/>
                <w:i/>
                <w:spacing w:val="5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a</w:t>
            </w:r>
            <w:r w:rsidRPr="00E3660B">
              <w:rPr>
                <w:rFonts w:ascii="Calibri" w:hAnsi="Calibri" w:cs="Calibri"/>
                <w:i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proiectului</w:t>
            </w:r>
            <w:r w:rsidRPr="00E3660B">
              <w:rPr>
                <w:rFonts w:ascii="Calibri" w:hAnsi="Calibri" w:cs="Calibri"/>
                <w:i/>
                <w:spacing w:val="10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nu</w:t>
            </w:r>
            <w:r w:rsidRPr="00E3660B">
              <w:rPr>
                <w:rFonts w:ascii="Calibri" w:hAnsi="Calibri" w:cs="Calibri"/>
                <w:i/>
                <w:spacing w:val="14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poate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="00C04AE4" w:rsidRPr="00E3660B">
              <w:rPr>
                <w:rFonts w:ascii="Calibri" w:hAnsi="Calibri" w:cs="Calibri"/>
                <w:i/>
              </w:rPr>
              <w:t>depă</w:t>
            </w:r>
            <w:r w:rsidR="007B3E15">
              <w:rPr>
                <w:rFonts w:ascii="Calibri" w:hAnsi="Calibri" w:cs="Calibri"/>
                <w:i/>
              </w:rPr>
              <w:t>ș</w:t>
            </w:r>
            <w:r w:rsidR="00C04AE4" w:rsidRPr="00E3660B">
              <w:rPr>
                <w:rFonts w:ascii="Calibri" w:hAnsi="Calibri" w:cs="Calibri"/>
                <w:i/>
              </w:rPr>
              <w:t>i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termenul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prevăzut</w:t>
            </w:r>
            <w:r w:rsidRPr="00E3660B">
              <w:rPr>
                <w:rFonts w:ascii="Calibri" w:hAnsi="Calibri" w:cs="Calibri"/>
                <w:i/>
                <w:spacing w:val="12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în</w:t>
            </w:r>
            <w:r w:rsidRPr="00E3660B">
              <w:rPr>
                <w:rFonts w:ascii="Calibri" w:hAnsi="Calibri" w:cs="Calibri"/>
                <w:i/>
                <w:spacing w:val="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documentele</w:t>
            </w:r>
            <w:r w:rsidRPr="00E3660B">
              <w:rPr>
                <w:rFonts w:ascii="Calibri" w:hAnsi="Calibri" w:cs="Calibri"/>
                <w:i/>
                <w:spacing w:val="13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de</w:t>
            </w:r>
          </w:p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  <w:i/>
              </w:rPr>
              <w:t>programare:</w:t>
            </w:r>
            <w:r w:rsidRPr="00E3660B">
              <w:rPr>
                <w:rFonts w:ascii="Calibri" w:hAnsi="Calibri" w:cs="Calibri"/>
                <w:i/>
                <w:spacing w:val="-11"/>
              </w:rPr>
              <w:t xml:space="preserve"> </w:t>
            </w:r>
            <w:r w:rsidRPr="00E3660B">
              <w:rPr>
                <w:rFonts w:ascii="Calibri" w:hAnsi="Calibri" w:cs="Calibri"/>
                <w:i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PT (partea I si partea II-a conform anexei 11 la HG907/2016)</w:t>
            </w:r>
            <w:r w:rsidRPr="00E3660B">
              <w:rPr>
                <w:rFonts w:ascii="Calibri" w:hAnsi="Calibri" w:cs="Calibri"/>
                <w:spacing w:val="2"/>
              </w:rPr>
              <w:t xml:space="preserve"> )</w:t>
            </w:r>
            <w:r w:rsidRPr="00E3660B">
              <w:rPr>
                <w:rFonts w:ascii="Calibri" w:hAnsi="Calibri" w:cs="Calibri"/>
              </w:rPr>
              <w:t xml:space="preserve">, inclusiv detaliile de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</w:t>
            </w:r>
            <w:r w:rsidRPr="00E3660B">
              <w:rPr>
                <w:rFonts w:ascii="Calibri" w:hAnsi="Calibri" w:cs="Calibri"/>
              </w:rPr>
              <w:t>, sunt verificate de verificatori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atesta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specialită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</w:rPr>
              <w:t>/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cf.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Legii</w:t>
            </w:r>
            <w:r w:rsidRPr="00E3660B">
              <w:rPr>
                <w:rFonts w:ascii="Calibri" w:hAnsi="Calibri" w:cs="Calibri"/>
                <w:spacing w:val="60"/>
              </w:rPr>
              <w:t xml:space="preserve"> </w:t>
            </w:r>
            <w:r w:rsidRPr="00E3660B">
              <w:rPr>
                <w:rFonts w:ascii="Calibri" w:hAnsi="Calibri" w:cs="Calibri"/>
              </w:rPr>
              <w:t>nr.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10/1995,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republicată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modificările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ulterioare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”Regulamentului de verificare si expertizare tehnica de calitate 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proiectelor,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execu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construc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-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H.G.</w:t>
            </w:r>
            <w:r w:rsidRPr="00E3660B">
              <w:rPr>
                <w:rFonts w:ascii="Calibri" w:hAnsi="Calibri" w:cs="Calibri"/>
                <w:spacing w:val="1"/>
              </w:rPr>
              <w:t xml:space="preserve"> 742/2018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Centralizatoarele</w:t>
            </w:r>
            <w:r w:rsidRPr="00E3660B">
              <w:rPr>
                <w:rFonts w:ascii="Calibri" w:hAnsi="Calibri" w:cs="Calibri"/>
                <w:spacing w:val="43"/>
              </w:rPr>
              <w:t xml:space="preserve"> </w:t>
            </w:r>
            <w:r w:rsidRPr="00E3660B">
              <w:rPr>
                <w:rFonts w:ascii="Calibri" w:hAnsi="Calibri" w:cs="Calibri"/>
              </w:rPr>
              <w:t>pe</w:t>
            </w:r>
            <w:r w:rsidRPr="00E3660B">
              <w:rPr>
                <w:rFonts w:ascii="Calibri" w:hAnsi="Calibri" w:cs="Calibri"/>
                <w:spacing w:val="41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si</w:t>
            </w:r>
            <w:r w:rsidRPr="00E3660B">
              <w:rPr>
                <w:rFonts w:ascii="Calibri" w:hAnsi="Calibri" w:cs="Calibri"/>
                <w:spacing w:val="45"/>
              </w:rPr>
              <w:t xml:space="preserve"> </w:t>
            </w:r>
            <w:r w:rsidRPr="00E3660B">
              <w:rPr>
                <w:rFonts w:ascii="Calibri" w:hAnsi="Calibri" w:cs="Calibri"/>
              </w:rPr>
              <w:t>categorii</w:t>
            </w:r>
            <w:r w:rsidRPr="00E3660B">
              <w:rPr>
                <w:rFonts w:ascii="Calibri" w:hAnsi="Calibri" w:cs="Calibri"/>
                <w:spacing w:val="42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44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46"/>
              </w:rPr>
              <w:t xml:space="preserve"> </w:t>
            </w:r>
            <w:r w:rsidR="00C04AE4" w:rsidRPr="00E3660B">
              <w:rPr>
                <w:rFonts w:ascii="Calibri" w:hAnsi="Calibri" w:cs="Calibri"/>
              </w:rPr>
              <w:t>men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ionează</w:t>
            </w:r>
            <w:r w:rsidRPr="00E3660B">
              <w:rPr>
                <w:rFonts w:ascii="Calibri" w:hAnsi="Calibri" w:cs="Calibri"/>
                <w:spacing w:val="-57"/>
              </w:rPr>
              <w:t xml:space="preserve"> </w:t>
            </w:r>
            <w:r w:rsidRPr="00E3660B">
              <w:rPr>
                <w:rFonts w:ascii="Calibri" w:hAnsi="Calibri" w:cs="Calibri"/>
              </w:rPr>
              <w:t>toate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elementele componente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ale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obiectelor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Centralizatorul cheltuielilor pe obiectiv de 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 (formular F1),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Centralizatoarele cheltuielilor pe obiecte si categorii de lucrări,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 F2), Listele cu 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 de lucrări pe categorii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(Formularele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F3),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Lista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cantită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utilaje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echipamente tehnologice, inclusiv dotări (Formularele F4), sunt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corelate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între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ele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cu</w:t>
            </w:r>
            <w:r w:rsidRPr="00E3660B">
              <w:rPr>
                <w:rFonts w:ascii="Calibri" w:hAnsi="Calibri" w:cs="Calibri"/>
                <w:spacing w:val="-3"/>
              </w:rPr>
              <w:t xml:space="preserve"> </w:t>
            </w:r>
            <w:r w:rsidRPr="00E3660B">
              <w:rPr>
                <w:rFonts w:ascii="Calibri" w:hAnsi="Calibri" w:cs="Calibri"/>
              </w:rPr>
              <w:t>Devizul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General</w:t>
            </w:r>
            <w:r w:rsidRPr="00E3660B">
              <w:rPr>
                <w:rFonts w:ascii="Calibri" w:hAnsi="Calibri" w:cs="Calibri"/>
                <w:spacing w:val="-4"/>
              </w:rPr>
              <w:t xml:space="preserve">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Bugetul</w:t>
            </w:r>
            <w:r w:rsidRPr="00E3660B">
              <w:rPr>
                <w:rFonts w:ascii="Calibri" w:hAnsi="Calibri" w:cs="Calibri"/>
                <w:spacing w:val="-1"/>
              </w:rPr>
              <w:t xml:space="preserve"> </w:t>
            </w:r>
            <w:r w:rsidRPr="00E3660B">
              <w:rPr>
                <w:rFonts w:ascii="Calibri" w:hAnsi="Calibri" w:cs="Calibri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Corelarea specialită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ilor proiectului este concretizată prin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(de ex. Plan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e de structura cu goluri pentru instala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 etc) sau 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documente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1B674D" w:rsidRPr="00E3660B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E3660B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Proiectul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fost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elaborat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respectând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recomandările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expertului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tehnic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asupra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optime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(în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cazul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lucrărilor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-58"/>
              </w:rPr>
              <w:t xml:space="preserve"> </w:t>
            </w:r>
            <w:r w:rsidRPr="00E3660B">
              <w:rPr>
                <w:rFonts w:ascii="Calibri" w:hAnsi="Calibri" w:cs="Calibri"/>
              </w:rPr>
              <w:t>interven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ie) </w:t>
            </w:r>
            <w:r w:rsidR="007B3E15">
              <w:rPr>
                <w:rFonts w:ascii="Calibri" w:hAnsi="Calibri" w:cs="Calibri"/>
              </w:rPr>
              <w:t>ș</w:t>
            </w:r>
            <w:r w:rsidRPr="00E3660B">
              <w:rPr>
                <w:rFonts w:ascii="Calibri" w:hAnsi="Calibri" w:cs="Calibri"/>
              </w:rPr>
              <w:t>i, respectiv, a măsurilor/</w:t>
            </w:r>
            <w:r w:rsidR="00C04AE4" w:rsidRPr="00E3660B">
              <w:rPr>
                <w:rFonts w:ascii="Calibri" w:hAnsi="Calibri" w:cs="Calibri"/>
              </w:rPr>
              <w:t>solu</w:t>
            </w:r>
            <w:r w:rsidR="007B3E15">
              <w:rPr>
                <w:rFonts w:ascii="Calibri" w:hAnsi="Calibri" w:cs="Calibri"/>
              </w:rPr>
              <w:t>ț</w:t>
            </w:r>
            <w:r w:rsidR="00C04AE4"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</w:rPr>
              <w:t xml:space="preserve"> recomandate 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auditorul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energetic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pentru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clădiri,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geotehnice,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topografice,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alte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studii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specialitate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necesare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realizării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investi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avizelor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furnizorilor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de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utilită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acordurilor,</w:t>
            </w:r>
            <w:r w:rsidRPr="00E3660B">
              <w:rPr>
                <w:rFonts w:ascii="Calibri" w:hAnsi="Calibri" w:cs="Calibri"/>
                <w:spacing w:val="1"/>
              </w:rPr>
              <w:t xml:space="preserve"> </w:t>
            </w:r>
            <w:r w:rsidRPr="00E3660B">
              <w:rPr>
                <w:rFonts w:ascii="Calibri" w:hAnsi="Calibri" w:cs="Calibri"/>
              </w:rPr>
              <w:t>autoriza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iilor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etc.,</w:t>
            </w:r>
            <w:r w:rsidRPr="00E3660B">
              <w:rPr>
                <w:rFonts w:ascii="Calibri" w:hAnsi="Calibri" w:cs="Calibri"/>
                <w:spacing w:val="-2"/>
              </w:rPr>
              <w:t xml:space="preserve"> </w:t>
            </w:r>
            <w:r w:rsidRPr="00E3660B">
              <w:rPr>
                <w:rFonts w:ascii="Calibri" w:hAnsi="Calibri" w:cs="Calibri"/>
              </w:rPr>
              <w:t>după</w:t>
            </w:r>
            <w:r w:rsidRPr="00E3660B">
              <w:rPr>
                <w:rFonts w:ascii="Calibri" w:hAnsi="Calibri" w:cs="Calibri"/>
                <w:spacing w:val="2"/>
              </w:rPr>
              <w:t xml:space="preserve"> </w:t>
            </w:r>
            <w:r w:rsidRPr="00E3660B">
              <w:rPr>
                <w:rFonts w:ascii="Calibri" w:hAnsi="Calibri" w:cs="Calibri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B674D" w:rsidRPr="009F75B4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</w:rPr>
            </w:pPr>
          </w:p>
        </w:tc>
      </w:tr>
      <w:tr w:rsidR="00AC4893" w:rsidRPr="00E3660B" w:rsidTr="00C04AE4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</w:rPr>
            </w:pPr>
            <w:r w:rsidRPr="00E3660B">
              <w:rPr>
                <w:rFonts w:ascii="Calibri" w:hAnsi="Calibri" w:cs="Calibri"/>
              </w:rPr>
              <w:t>Informa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 xml:space="preserve">iile </w:t>
            </w:r>
            <w:r w:rsidRPr="00E3660B">
              <w:rPr>
                <w:rFonts w:ascii="Calibri" w:hAnsi="Calibri" w:cs="Calibri"/>
                <w:color w:val="000000"/>
              </w:rPr>
              <w:t xml:space="preserve">privind </w:t>
            </w:r>
            <w:r w:rsidRPr="00E3660B">
              <w:rPr>
                <w:rFonts w:ascii="Calibri" w:hAnsi="Calibri" w:cs="Calibri"/>
              </w:rPr>
              <w:t xml:space="preserve"> Imunizarea fa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ă de schimbările climatice – realizată în cadrul documenta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iei tehnice, în conformitate cu cerin</w:t>
            </w:r>
            <w:r w:rsidR="007B3E15">
              <w:rPr>
                <w:rFonts w:ascii="Calibri" w:hAnsi="Calibri" w:cs="Calibri"/>
              </w:rPr>
              <w:t>ț</w:t>
            </w:r>
            <w:r w:rsidRPr="00E3660B">
              <w:rPr>
                <w:rFonts w:ascii="Calibri" w:hAnsi="Calibri" w:cs="Calibri"/>
              </w:rPr>
              <w:t>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4893" w:rsidRPr="00E3660B" w:rsidRDefault="00AC4893" w:rsidP="001B674D">
            <w:pPr>
              <w:pStyle w:val="TableParagraph"/>
              <w:jc w:val="both"/>
              <w:rPr>
                <w:rFonts w:ascii="Calibri" w:hAnsi="Calibri" w:cs="Calibri"/>
              </w:rPr>
            </w:pPr>
          </w:p>
        </w:tc>
      </w:tr>
    </w:tbl>
    <w:p w:rsidR="00522E43" w:rsidRPr="00E3660B" w:rsidRDefault="00522E4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nota 1: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Raport/Documenta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imunizarea la schimbările climatice, elaborat/elaborata  în conformitate cu cerin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ele din Comunicarea Comisiei Europene privind Orientările tehnice referitoare la imunizarea infrastructurii la schimbările climatice în perioada 2021-2027 publicate la 16 septembrie 2021 (2021/C 373/01) va </w:t>
      </w:r>
      <w:r w:rsidR="001B674D" w:rsidRPr="00E3660B">
        <w:rPr>
          <w:rFonts w:ascii="Calibri" w:hAnsi="Calibri" w:cs="Calibri"/>
          <w:b/>
          <w:sz w:val="22"/>
          <w:szCs w:val="22"/>
        </w:rPr>
        <w:t>con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1B674D" w:rsidRPr="00E3660B">
        <w:rPr>
          <w:rFonts w:ascii="Calibri" w:hAnsi="Calibri" w:cs="Calibri"/>
          <w:b/>
          <w:sz w:val="22"/>
          <w:szCs w:val="22"/>
        </w:rPr>
        <w:t>ine</w:t>
      </w:r>
      <w:r w:rsidRPr="00E3660B">
        <w:rPr>
          <w:rFonts w:ascii="Calibri" w:hAnsi="Calibri" w:cs="Calibri"/>
          <w:b/>
          <w:sz w:val="22"/>
          <w:szCs w:val="22"/>
        </w:rPr>
        <w:t xml:space="preserve">, sunt prezentate, </w:t>
      </w:r>
      <w:r w:rsidR="00C04AE4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caz, </w:t>
      </w:r>
      <w:r w:rsidR="00C04AE4">
        <w:rPr>
          <w:rFonts w:ascii="Calibri" w:hAnsi="Calibri" w:cs="Calibri"/>
          <w:b/>
          <w:sz w:val="22"/>
          <w:szCs w:val="22"/>
        </w:rPr>
        <w:t>î</w:t>
      </w:r>
      <w:r w:rsidRPr="00E3660B">
        <w:rPr>
          <w:rFonts w:ascii="Calibri" w:hAnsi="Calibri" w:cs="Calibri"/>
          <w:b/>
          <w:sz w:val="22"/>
          <w:szCs w:val="22"/>
        </w:rPr>
        <w:t xml:space="preserve">n conformitate cu </w:t>
      </w:r>
      <w:r w:rsidR="00C04AE4" w:rsidRPr="00E3660B">
        <w:rPr>
          <w:rFonts w:ascii="Calibri" w:hAnsi="Calibri" w:cs="Calibri"/>
          <w:b/>
          <w:sz w:val="22"/>
          <w:szCs w:val="22"/>
        </w:rPr>
        <w:t>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ia</w:t>
      </w:r>
      <w:r w:rsidRPr="00E3660B">
        <w:rPr>
          <w:rFonts w:ascii="Calibri" w:hAnsi="Calibri" w:cs="Calibri"/>
          <w:b/>
          <w:sz w:val="22"/>
          <w:szCs w:val="22"/>
        </w:rPr>
        <w:t xml:space="preserve"> reala:</w:t>
      </w:r>
    </w:p>
    <w:p w:rsidR="001B674D" w:rsidRDefault="001B674D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I.a. = pentru etapa: I. Atenuarea (neutralitatea climatica);(a)  Faza 1. Examinare/Încadrarea ,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prezinta evaluarea impactului proiectului asupra emisiilor de GES. Dacă proiectul nu necesită o evaluare a amprentei de carbon, este  prezinta analiza aferentă în mod succint într-o declara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 privind examinarea neutralită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ii climatice.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I.b. = pentru etapa I. Atenuarea (neutralitatea climatica) ; (b) Faza 2. Analiza detaliată (Pentru  proiectele care  necesită o evaluare a amprentei de carbon), 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Pentru  proiectele care  necesită o evaluare a amprentei de carbon, sunt descrise: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Integrarea principiilor de eficienta energetica si de reducere a emisiilor in conceperea si proiectarea investi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iei.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emisiilor GES generate de proiect si compararea cu limitele de încadrare (screening) absolute (total emisii) si relative (diferen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dintre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cu proiect si situa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fără proiect/scenariul de referin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a).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Calcularea valorii monetare a emisiilor pe baza valorilor CO2 aplicabile.</w:t>
      </w:r>
    </w:p>
    <w:p w:rsidR="005232F5" w:rsidRPr="00E3660B" w:rsidRDefault="005232F5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II.a = pentru etapa 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 (a)Faza 1. Examinare/Încadrarea,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senzitivitate ( identificarea riscurilor climatice care sunt relevante pentru tipul respectiv de proiect, indiferent de localizarea acestuia)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Evaluarea expunerii la riscuri( identificarea riscurilor care sunt relevante pentru loca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 proiectului)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Analiza de vulnerabilitate( identificarea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ialelor riscuri semnificative)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II.b. =pentru etapa: II. Adaptarea (rezilien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a la schimbările climatice);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(b)</w:t>
      </w:r>
      <w:r w:rsidR="00111282">
        <w:rPr>
          <w:rFonts w:ascii="Calibri" w:hAnsi="Calibri" w:cs="Calibri"/>
          <w:b/>
          <w:sz w:val="22"/>
          <w:szCs w:val="22"/>
        </w:rPr>
        <w:t xml:space="preserve"> </w:t>
      </w:r>
      <w:r w:rsidRPr="00E3660B">
        <w:rPr>
          <w:rFonts w:ascii="Calibri" w:hAnsi="Calibri" w:cs="Calibri"/>
          <w:b/>
          <w:sz w:val="22"/>
          <w:szCs w:val="22"/>
        </w:rPr>
        <w:t>Faza 2. Analiza detaliată de risc - Analiza detaliată depinde de rezultatul fazei de examinare, sunt prezentate: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Probabilitatea( probabilitatea ca riscurile climatice identificate sa aibă loc in timpul duratei de via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ă a proiectului)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Impactul ( analizează consecin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ele în cazul în care apare pericolul climatic identificat)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 Riscul (identifica riscurile poten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iale cele mai semnificative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cele în care trebuie luate măsuri de adaptare)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    • Măsuri de adaptare (Pentru fiecare risc semnificativ identificat, ar trebui evaluate măsuri de adaptare specifice)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Acest  document face parte din Studiul de </w:t>
      </w:r>
      <w:r w:rsidR="00111282" w:rsidRPr="00E3660B">
        <w:rPr>
          <w:rFonts w:ascii="Calibri" w:hAnsi="Calibri" w:cs="Calibri"/>
          <w:b/>
          <w:sz w:val="22"/>
          <w:szCs w:val="22"/>
        </w:rPr>
        <w:t>Fezabilitate</w:t>
      </w:r>
      <w:r w:rsidRPr="00E3660B">
        <w:rPr>
          <w:rFonts w:ascii="Calibri" w:hAnsi="Calibri" w:cs="Calibri"/>
          <w:b/>
          <w:sz w:val="22"/>
          <w:szCs w:val="22"/>
        </w:rPr>
        <w:t>/</w:t>
      </w:r>
      <w:r w:rsidR="00C04AE4" w:rsidRPr="00E3660B">
        <w:rPr>
          <w:rFonts w:ascii="Calibri" w:hAnsi="Calibri" w:cs="Calibri"/>
          <w:b/>
          <w:sz w:val="22"/>
          <w:szCs w:val="22"/>
        </w:rPr>
        <w:t>Documenta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="00C04AE4" w:rsidRPr="00E3660B">
        <w:rPr>
          <w:rFonts w:ascii="Calibri" w:hAnsi="Calibri" w:cs="Calibri"/>
          <w:b/>
          <w:sz w:val="22"/>
          <w:szCs w:val="22"/>
        </w:rPr>
        <w:t>ie</w:t>
      </w:r>
      <w:r w:rsidRPr="00E3660B">
        <w:rPr>
          <w:rFonts w:ascii="Calibri" w:hAnsi="Calibri" w:cs="Calibri"/>
          <w:b/>
          <w:sz w:val="22"/>
          <w:szCs w:val="22"/>
        </w:rPr>
        <w:t xml:space="preserve"> de avizare a </w:t>
      </w:r>
      <w:r w:rsidR="00111282">
        <w:rPr>
          <w:rFonts w:ascii="Calibri" w:hAnsi="Calibri" w:cs="Calibri"/>
          <w:b/>
          <w:sz w:val="22"/>
          <w:szCs w:val="22"/>
        </w:rPr>
        <w:t>l</w:t>
      </w:r>
      <w:r w:rsidR="00111282" w:rsidRPr="00E3660B">
        <w:rPr>
          <w:rFonts w:ascii="Calibri" w:hAnsi="Calibri" w:cs="Calibri"/>
          <w:b/>
          <w:sz w:val="22"/>
          <w:szCs w:val="22"/>
        </w:rPr>
        <w:t>ucrărilor</w:t>
      </w:r>
      <w:r w:rsidRPr="00E3660B">
        <w:rPr>
          <w:rFonts w:ascii="Calibri" w:hAnsi="Calibri" w:cs="Calibri"/>
          <w:b/>
          <w:sz w:val="22"/>
          <w:szCs w:val="22"/>
        </w:rPr>
        <w:t xml:space="preserve"> de </w:t>
      </w:r>
      <w:r w:rsidR="00111282">
        <w:rPr>
          <w:rFonts w:ascii="Calibri" w:hAnsi="Calibri" w:cs="Calibri"/>
          <w:b/>
          <w:sz w:val="22"/>
          <w:szCs w:val="22"/>
        </w:rPr>
        <w:t>i</w:t>
      </w:r>
      <w:r w:rsidR="007B3E15" w:rsidRPr="00E3660B">
        <w:rPr>
          <w:rFonts w:ascii="Calibri" w:hAnsi="Calibri" w:cs="Calibri"/>
          <w:b/>
          <w:sz w:val="22"/>
          <w:szCs w:val="22"/>
        </w:rPr>
        <w:t>ntervenție</w:t>
      </w:r>
      <w:r w:rsidRPr="00E3660B">
        <w:rPr>
          <w:rFonts w:ascii="Calibri" w:hAnsi="Calibri" w:cs="Calibri"/>
          <w:b/>
          <w:sz w:val="22"/>
          <w:szCs w:val="22"/>
        </w:rPr>
        <w:t>/ SF cu elemente de DALI (</w:t>
      </w:r>
      <w:r w:rsidR="007B3E15" w:rsidRPr="00E3660B">
        <w:rPr>
          <w:rFonts w:ascii="Calibri" w:hAnsi="Calibri" w:cs="Calibri"/>
          <w:b/>
          <w:sz w:val="22"/>
          <w:szCs w:val="22"/>
        </w:rPr>
        <w:t>după</w:t>
      </w:r>
      <w:r w:rsidRPr="00E3660B">
        <w:rPr>
          <w:rFonts w:ascii="Calibri" w:hAnsi="Calibri" w:cs="Calibri"/>
          <w:b/>
          <w:sz w:val="22"/>
          <w:szCs w:val="22"/>
        </w:rPr>
        <w:t xml:space="preserve"> caz) si este </w:t>
      </w:r>
      <w:r w:rsidR="007B3E15" w:rsidRPr="00E3660B">
        <w:rPr>
          <w:rFonts w:ascii="Calibri" w:hAnsi="Calibri" w:cs="Calibri"/>
          <w:b/>
          <w:sz w:val="22"/>
          <w:szCs w:val="22"/>
        </w:rPr>
        <w:t>obligatoriu</w:t>
      </w:r>
      <w:r w:rsidRPr="00E3660B">
        <w:rPr>
          <w:rFonts w:ascii="Calibri" w:hAnsi="Calibri" w:cs="Calibri"/>
          <w:b/>
          <w:sz w:val="22"/>
          <w:szCs w:val="22"/>
        </w:rPr>
        <w:t xml:space="preserve"> ca in memoriul ge</w:t>
      </w:r>
      <w:r w:rsidR="007B3E15">
        <w:rPr>
          <w:rFonts w:ascii="Calibri" w:hAnsi="Calibri" w:cs="Calibri"/>
          <w:b/>
          <w:sz w:val="22"/>
          <w:szCs w:val="22"/>
        </w:rPr>
        <w:t>ne</w:t>
      </w:r>
      <w:r w:rsidRPr="00E3660B">
        <w:rPr>
          <w:rFonts w:ascii="Calibri" w:hAnsi="Calibri" w:cs="Calibri"/>
          <w:b/>
          <w:sz w:val="22"/>
          <w:szCs w:val="22"/>
        </w:rPr>
        <w:t xml:space="preserve">ral al PT sa se prezinte </w:t>
      </w:r>
      <w:r w:rsidR="007B3E15" w:rsidRPr="00E3660B">
        <w:rPr>
          <w:rFonts w:ascii="Calibri" w:hAnsi="Calibri" w:cs="Calibri"/>
          <w:b/>
          <w:sz w:val="22"/>
          <w:szCs w:val="22"/>
        </w:rPr>
        <w:t>informațiile</w:t>
      </w:r>
      <w:r w:rsidRPr="00E3660B">
        <w:rPr>
          <w:rFonts w:ascii="Calibri" w:hAnsi="Calibri" w:cs="Calibri"/>
          <w:b/>
          <w:sz w:val="22"/>
          <w:szCs w:val="22"/>
        </w:rPr>
        <w:t xml:space="preserve"> din acest document care va fi anexat  si opisat integral la </w:t>
      </w:r>
      <w:r w:rsidR="007B3E15" w:rsidRPr="00E3660B">
        <w:rPr>
          <w:rFonts w:ascii="Calibri" w:hAnsi="Calibri" w:cs="Calibri"/>
          <w:b/>
          <w:sz w:val="22"/>
          <w:szCs w:val="22"/>
        </w:rPr>
        <w:t>documentația</w:t>
      </w:r>
      <w:r w:rsidRPr="00E3660B">
        <w:rPr>
          <w:rFonts w:ascii="Calibri" w:hAnsi="Calibri" w:cs="Calibri"/>
          <w:b/>
          <w:sz w:val="22"/>
          <w:szCs w:val="22"/>
        </w:rPr>
        <w:t xml:space="preserve"> PT.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  <w:shd w:val="clear" w:color="auto" w:fill="FFFF00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 xml:space="preserve">În cazul bifării cu NU la oricare din criterii proiectul se respinge. </w:t>
      </w: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</w:p>
    <w:p w:rsidR="00AC4893" w:rsidRPr="00E3660B" w:rsidRDefault="00AC4893" w:rsidP="001B674D">
      <w:pPr>
        <w:jc w:val="both"/>
        <w:rPr>
          <w:rFonts w:ascii="Calibri" w:hAnsi="Calibri" w:cs="Calibri"/>
          <w:b/>
          <w:sz w:val="22"/>
          <w:szCs w:val="22"/>
        </w:rPr>
      </w:pPr>
      <w:r w:rsidRPr="00E3660B">
        <w:rPr>
          <w:rFonts w:ascii="Calibri" w:hAnsi="Calibri" w:cs="Calibri"/>
          <w:b/>
          <w:sz w:val="22"/>
          <w:szCs w:val="22"/>
        </w:rPr>
        <w:t>Se pot formula recomandări (cu precizarea explicit</w:t>
      </w:r>
      <w:r w:rsidR="00111282">
        <w:rPr>
          <w:rFonts w:ascii="Calibri" w:hAnsi="Calibri" w:cs="Calibri"/>
          <w:b/>
          <w:sz w:val="22"/>
          <w:szCs w:val="22"/>
        </w:rPr>
        <w:t>ă</w:t>
      </w:r>
      <w:r w:rsidRPr="00E3660B">
        <w:rPr>
          <w:rFonts w:ascii="Calibri" w:hAnsi="Calibri" w:cs="Calibri"/>
          <w:b/>
          <w:sz w:val="22"/>
          <w:szCs w:val="22"/>
        </w:rPr>
        <w:t xml:space="preserve"> a momentului prevăzut pentru solu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ionarea acestora) cu excep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 xml:space="preserve">ia criteriilor 10 </w:t>
      </w:r>
      <w:r w:rsidR="007B3E15">
        <w:rPr>
          <w:rFonts w:ascii="Calibri" w:hAnsi="Calibri" w:cs="Calibri"/>
          <w:b/>
          <w:sz w:val="22"/>
          <w:szCs w:val="22"/>
        </w:rPr>
        <w:t>ș</w:t>
      </w:r>
      <w:r w:rsidRPr="00E3660B">
        <w:rPr>
          <w:rFonts w:ascii="Calibri" w:hAnsi="Calibri" w:cs="Calibri"/>
          <w:b/>
          <w:sz w:val="22"/>
          <w:szCs w:val="22"/>
        </w:rPr>
        <w:t>i 11 din cadrul sec</w:t>
      </w:r>
      <w:r w:rsidR="007B3E15">
        <w:rPr>
          <w:rFonts w:ascii="Calibri" w:hAnsi="Calibri" w:cs="Calibri"/>
          <w:b/>
          <w:sz w:val="22"/>
          <w:szCs w:val="22"/>
        </w:rPr>
        <w:t>ț</w:t>
      </w:r>
      <w:r w:rsidRPr="00E3660B">
        <w:rPr>
          <w:rFonts w:ascii="Calibri" w:hAnsi="Calibri" w:cs="Calibri"/>
          <w:b/>
          <w:sz w:val="22"/>
          <w:szCs w:val="22"/>
        </w:rPr>
        <w:t>iunii II.</w:t>
      </w:r>
    </w:p>
    <w:p w:rsidR="00AC4893" w:rsidRPr="00E3660B" w:rsidRDefault="00AC4893" w:rsidP="001B674D">
      <w:pPr>
        <w:pStyle w:val="BodyText"/>
        <w:rPr>
          <w:rFonts w:ascii="Calibri" w:hAnsi="Calibri" w:cs="Calibri"/>
          <w:b/>
          <w:sz w:val="22"/>
          <w:szCs w:val="22"/>
        </w:rPr>
      </w:pPr>
    </w:p>
    <w:p w:rsidR="00522E43" w:rsidRPr="00E3660B" w:rsidRDefault="00522E43" w:rsidP="001B674D">
      <w:pPr>
        <w:jc w:val="both"/>
        <w:rPr>
          <w:rFonts w:ascii="Calibri" w:hAnsi="Calibri" w:cs="Calibri"/>
          <w:sz w:val="22"/>
          <w:szCs w:val="22"/>
        </w:rPr>
      </w:pPr>
    </w:p>
    <w:sectPr w:rsidR="00522E43" w:rsidRPr="00E3660B" w:rsidSect="00C04A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2C9" w:rsidRDefault="001A32C9">
      <w:r>
        <w:separator/>
      </w:r>
    </w:p>
  </w:endnote>
  <w:endnote w:type="continuationSeparator" w:id="0">
    <w:p w:rsidR="001A32C9" w:rsidRDefault="001A3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0C9" w:rsidRDefault="004E30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2173DA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2173DA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2C9" w:rsidRDefault="001A32C9">
      <w:r>
        <w:separator/>
      </w:r>
    </w:p>
  </w:footnote>
  <w:footnote w:type="continuationSeparator" w:id="0">
    <w:p w:rsidR="001A32C9" w:rsidRDefault="001A3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0C9" w:rsidRDefault="004E30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589A" w:rsidRPr="0004589A" w:rsidRDefault="002173DA">
    <w:pPr>
      <w:pStyle w:val="Header"/>
      <w:rPr>
        <w:color w:val="999999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589A" w:rsidRDefault="0004589A" w:rsidP="0004589A">
                            <w:pPr>
                              <w:spacing w:line="330" w:lineRule="auto"/>
                            </w:pPr>
                          </w:p>
                          <w:p w:rsidR="0004589A" w:rsidRPr="00851382" w:rsidRDefault="0004589A" w:rsidP="0004589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04589A" w:rsidRDefault="0004589A" w:rsidP="0004589A">
                      <w:pPr>
                        <w:spacing w:line="330" w:lineRule="auto"/>
                      </w:pPr>
                    </w:p>
                    <w:p w:rsidR="0004589A" w:rsidRPr="00851382" w:rsidRDefault="0004589A" w:rsidP="0004589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04589A">
      <w:rPr>
        <w:color w:val="999999"/>
        <w:sz w:val="20"/>
        <w:szCs w:val="20"/>
      </w:rPr>
      <w:t>2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AE4" w:rsidRDefault="002173DA" w:rsidP="00C04AE4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"/>
  </w:num>
  <w:num w:numId="7">
    <w:abstractNumId w:val="33"/>
  </w:num>
  <w:num w:numId="8">
    <w:abstractNumId w:val="26"/>
  </w:num>
  <w:num w:numId="9">
    <w:abstractNumId w:val="42"/>
  </w:num>
  <w:num w:numId="10">
    <w:abstractNumId w:val="0"/>
  </w:num>
  <w:num w:numId="11">
    <w:abstractNumId w:val="21"/>
  </w:num>
  <w:num w:numId="12">
    <w:abstractNumId w:val="15"/>
  </w:num>
  <w:num w:numId="13">
    <w:abstractNumId w:val="23"/>
  </w:num>
  <w:num w:numId="14">
    <w:abstractNumId w:val="19"/>
  </w:num>
  <w:num w:numId="15">
    <w:abstractNumId w:val="38"/>
  </w:num>
  <w:num w:numId="16">
    <w:abstractNumId w:val="25"/>
  </w:num>
  <w:num w:numId="17">
    <w:abstractNumId w:val="8"/>
  </w:num>
  <w:num w:numId="18">
    <w:abstractNumId w:val="37"/>
  </w:num>
  <w:num w:numId="19">
    <w:abstractNumId w:val="43"/>
  </w:num>
  <w:num w:numId="20">
    <w:abstractNumId w:val="36"/>
  </w:num>
  <w:num w:numId="21">
    <w:abstractNumId w:val="32"/>
  </w:num>
  <w:num w:numId="22">
    <w:abstractNumId w:val="22"/>
  </w:num>
  <w:num w:numId="23">
    <w:abstractNumId w:val="31"/>
  </w:num>
  <w:num w:numId="24">
    <w:abstractNumId w:val="16"/>
  </w:num>
  <w:num w:numId="25">
    <w:abstractNumId w:val="35"/>
  </w:num>
  <w:num w:numId="26">
    <w:abstractNumId w:val="12"/>
  </w:num>
  <w:num w:numId="27">
    <w:abstractNumId w:val="40"/>
  </w:num>
  <w:num w:numId="28">
    <w:abstractNumId w:val="41"/>
  </w:num>
  <w:num w:numId="29">
    <w:abstractNumId w:val="9"/>
  </w:num>
  <w:num w:numId="30">
    <w:abstractNumId w:val="7"/>
  </w:num>
  <w:num w:numId="31">
    <w:abstractNumId w:val="1"/>
  </w:num>
  <w:num w:numId="32">
    <w:abstractNumId w:val="44"/>
  </w:num>
  <w:num w:numId="33">
    <w:abstractNumId w:val="10"/>
  </w:num>
  <w:num w:numId="34">
    <w:abstractNumId w:val="29"/>
  </w:num>
  <w:num w:numId="35">
    <w:abstractNumId w:val="5"/>
  </w:num>
  <w:num w:numId="36">
    <w:abstractNumId w:val="39"/>
  </w:num>
  <w:num w:numId="37">
    <w:abstractNumId w:val="20"/>
  </w:num>
  <w:num w:numId="38">
    <w:abstractNumId w:val="24"/>
  </w:num>
  <w:num w:numId="39">
    <w:abstractNumId w:val="30"/>
  </w:num>
  <w:num w:numId="40">
    <w:abstractNumId w:val="27"/>
  </w:num>
  <w:num w:numId="41">
    <w:abstractNumId w:val="18"/>
  </w:num>
  <w:num w:numId="42">
    <w:abstractNumId w:val="2"/>
  </w:num>
  <w:num w:numId="43">
    <w:abstractNumId w:val="28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1282"/>
    <w:rsid w:val="001175F2"/>
    <w:rsid w:val="00134DEE"/>
    <w:rsid w:val="001357F6"/>
    <w:rsid w:val="00144BFD"/>
    <w:rsid w:val="00163AF4"/>
    <w:rsid w:val="001679F8"/>
    <w:rsid w:val="001726E9"/>
    <w:rsid w:val="001A32C9"/>
    <w:rsid w:val="001A637E"/>
    <w:rsid w:val="001B674D"/>
    <w:rsid w:val="001D40CB"/>
    <w:rsid w:val="001D7627"/>
    <w:rsid w:val="001E7798"/>
    <w:rsid w:val="002173DA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90F4C"/>
    <w:rsid w:val="003E2E03"/>
    <w:rsid w:val="003F4311"/>
    <w:rsid w:val="00442B74"/>
    <w:rsid w:val="00474F02"/>
    <w:rsid w:val="004E30C9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0018D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338F4"/>
    <w:rsid w:val="00744EC4"/>
    <w:rsid w:val="00754551"/>
    <w:rsid w:val="0076114F"/>
    <w:rsid w:val="00776028"/>
    <w:rsid w:val="007A69A6"/>
    <w:rsid w:val="007B3E15"/>
    <w:rsid w:val="007C403D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201A"/>
    <w:rsid w:val="00955977"/>
    <w:rsid w:val="0095716B"/>
    <w:rsid w:val="009C6F66"/>
    <w:rsid w:val="009F239D"/>
    <w:rsid w:val="009F711B"/>
    <w:rsid w:val="009F75B4"/>
    <w:rsid w:val="00A40C9A"/>
    <w:rsid w:val="00A95159"/>
    <w:rsid w:val="00AC3124"/>
    <w:rsid w:val="00AC4893"/>
    <w:rsid w:val="00AE4990"/>
    <w:rsid w:val="00AF0DE7"/>
    <w:rsid w:val="00B15233"/>
    <w:rsid w:val="00B81BF6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E32BBC"/>
    <w:rsid w:val="00E3660B"/>
    <w:rsid w:val="00E615D2"/>
    <w:rsid w:val="00E753B1"/>
    <w:rsid w:val="00EB7F6D"/>
    <w:rsid w:val="00EC3F30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5"/>
    <o:shapelayout v:ext="edit">
      <o:idmap v:ext="edit" data="1"/>
    </o:shapelayout>
  </w:shapeDefaults>
  <w:decimalSymbol w:val=","/>
  <w:listSeparator w:val=";"/>
  <w15:chartTrackingRefBased/>
  <w15:docId w15:val="{2A22AB1E-29E1-413A-9F4C-2EF0E059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E8F49-8653-4796-802E-8ABDF2F8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8</Pages>
  <Words>2555</Words>
  <Characters>16379</Characters>
  <Application>Microsoft Office Word</Application>
  <DocSecurity>0</DocSecurity>
  <Lines>604</Lines>
  <Paragraphs>195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18911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Anamaria Levitchi</cp:lastModifiedBy>
  <cp:revision>4</cp:revision>
  <cp:lastPrinted>2022-03-29T08:07:00Z</cp:lastPrinted>
  <dcterms:created xsi:type="dcterms:W3CDTF">2023-09-22T09:06:00Z</dcterms:created>
  <dcterms:modified xsi:type="dcterms:W3CDTF">2024-01-29T14:48:00Z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e02bd7717d97702b57775fc0a2e1315d843d714436e5f3281e124bb48c012066</vt:lpwstr>
  </property>
</Properties>
</file>